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BFC" w:rsidRPr="00930E6C" w:rsidRDefault="00B40BFC" w:rsidP="00B40BFC">
      <w:pPr>
        <w:pStyle w:val="PT-Titel"/>
        <w:jc w:val="center"/>
      </w:pPr>
      <w:bookmarkStart w:id="0" w:name="_GoBack"/>
      <w:bookmarkEnd w:id="0"/>
      <w:r>
        <w:t>Nachverfolgung Bescheidauflage</w:t>
      </w:r>
      <w:r w:rsidR="00525AC6">
        <w:t>n</w:t>
      </w:r>
      <w:r w:rsidR="002E4476">
        <w:t xml:space="preserve"> </w:t>
      </w:r>
      <w:r w:rsidR="002E4476">
        <w:br/>
        <w:t>zum Zwischennachweis 20</w:t>
      </w:r>
      <w:r w:rsidR="002F5A4D">
        <w:t>2</w:t>
      </w:r>
      <w:r w:rsidR="00B17427" w:rsidRPr="00B17427">
        <w:rPr>
          <w:highlight w:val="yellow"/>
        </w:rPr>
        <w:t>X</w:t>
      </w:r>
    </w:p>
    <w:p w:rsidR="0095663B" w:rsidRDefault="0095663B" w:rsidP="0095663B">
      <w:pPr>
        <w:pStyle w:val="1Ebene"/>
      </w:pPr>
      <w:r w:rsidRPr="0095663B">
        <w:rPr>
          <w:b/>
        </w:rPr>
        <w:t xml:space="preserve">Personalausgaben </w:t>
      </w:r>
      <w:r>
        <w:br/>
      </w:r>
      <w:r w:rsidR="001E52FA">
        <w:t xml:space="preserve">Falls Ihre Zuwendung einer Bescheidauflage </w:t>
      </w:r>
      <w:r w:rsidR="00BA2EB8">
        <w:t xml:space="preserve">zu Personalausgaben </w:t>
      </w:r>
      <w:r>
        <w:t>unterliegt, bitten wir Sie die folgende Tabelle auszufüllen.</w:t>
      </w:r>
      <w:r>
        <w:br/>
      </w:r>
    </w:p>
    <w:p w:rsidR="0079595A" w:rsidRPr="0095663B" w:rsidRDefault="0079595A" w:rsidP="0095663B">
      <w:pPr>
        <w:pStyle w:val="1Ebene"/>
        <w:rPr>
          <w:i/>
        </w:rPr>
      </w:pPr>
      <w:r w:rsidRPr="0095663B">
        <w:rPr>
          <w:i/>
        </w:rPr>
        <w:t>Beispiel N</w:t>
      </w:r>
      <w:r w:rsidR="00BA2EB8">
        <w:rPr>
          <w:i/>
        </w:rPr>
        <w:t>ebenbestimmung</w:t>
      </w:r>
      <w:r w:rsidRPr="0095663B">
        <w:rPr>
          <w:i/>
        </w:rPr>
        <w:t xml:space="preserve">: „Hiervon sind </w:t>
      </w:r>
      <w:r w:rsidR="008E3CE8">
        <w:rPr>
          <w:i/>
        </w:rPr>
        <w:t>XX</w:t>
      </w:r>
      <w:r w:rsidRPr="0095663B">
        <w:rPr>
          <w:i/>
        </w:rPr>
        <w:t xml:space="preserve"> Personen-M</w:t>
      </w:r>
      <w:r w:rsidR="00D71AFF">
        <w:rPr>
          <w:i/>
        </w:rPr>
        <w:t>onate für experimentspezifische</w:t>
      </w:r>
      <w:r w:rsidR="00BE13BA">
        <w:rPr>
          <w:i/>
        </w:rPr>
        <w:t xml:space="preserve"> </w:t>
      </w:r>
      <w:r w:rsidR="00D71AFF">
        <w:rPr>
          <w:i/>
        </w:rPr>
        <w:t>/</w:t>
      </w:r>
      <w:r w:rsidR="00BE13BA">
        <w:rPr>
          <w:i/>
        </w:rPr>
        <w:t xml:space="preserve"> </w:t>
      </w:r>
      <w:r w:rsidRPr="0095663B">
        <w:rPr>
          <w:i/>
        </w:rPr>
        <w:t>gruppenübergreif</w:t>
      </w:r>
      <w:r w:rsidR="00D71AFF">
        <w:rPr>
          <w:i/>
        </w:rPr>
        <w:t>ende</w:t>
      </w:r>
      <w:r w:rsidR="00BA2EB8">
        <w:rPr>
          <w:i/>
        </w:rPr>
        <w:t xml:space="preserve"> </w:t>
      </w:r>
      <w:r w:rsidR="00D71AFF">
        <w:rPr>
          <w:i/>
        </w:rPr>
        <w:t xml:space="preserve">Aktivitäten </w:t>
      </w:r>
      <w:r w:rsidR="00BA2EB8">
        <w:t xml:space="preserve"> (</w:t>
      </w:r>
      <w:r w:rsidR="00BA2EB8" w:rsidRPr="0079595A">
        <w:t>z.</w:t>
      </w:r>
      <w:r w:rsidR="00896E68">
        <w:t xml:space="preserve"> </w:t>
      </w:r>
      <w:r w:rsidR="00BA2EB8" w:rsidRPr="0079595A">
        <w:t>B. Computing, GRID, etc.)</w:t>
      </w:r>
      <w:r w:rsidR="00BA2EB8">
        <w:t xml:space="preserve"> </w:t>
      </w:r>
      <w:r w:rsidRPr="0095663B">
        <w:rPr>
          <w:i/>
        </w:rPr>
        <w:t>vorgesehen. Diese sind in den Nachweisen gesondert auszuweisen.“</w:t>
      </w:r>
    </w:p>
    <w:p w:rsidR="00CE3FE8" w:rsidRDefault="00CE3FE8" w:rsidP="00CE3FE8">
      <w:pPr>
        <w:pStyle w:val="3Ebene"/>
        <w:numPr>
          <w:ilvl w:val="0"/>
          <w:numId w:val="0"/>
        </w:numPr>
        <w:ind w:left="851"/>
      </w:pPr>
    </w:p>
    <w:tbl>
      <w:tblPr>
        <w:tblStyle w:val="Tabellenraster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414"/>
        <w:gridCol w:w="2503"/>
      </w:tblGrid>
      <w:tr w:rsidR="00CE3FE8" w:rsidTr="00CE3FE8">
        <w:tc>
          <w:tcPr>
            <w:tcW w:w="2835" w:type="dxa"/>
          </w:tcPr>
          <w:p w:rsidR="00CE3FE8" w:rsidRDefault="00CE3FE8" w:rsidP="007F7806">
            <w:r>
              <w:t>Mitarbeiter Name, Vorname</w:t>
            </w:r>
          </w:p>
        </w:tc>
        <w:tc>
          <w:tcPr>
            <w:tcW w:w="3414" w:type="dxa"/>
          </w:tcPr>
          <w:p w:rsidR="00CE3FE8" w:rsidRDefault="00CE3FE8" w:rsidP="007F7806">
            <w:r>
              <w:t xml:space="preserve">Funktion / Tätigkeit </w:t>
            </w:r>
          </w:p>
        </w:tc>
        <w:tc>
          <w:tcPr>
            <w:tcW w:w="2503" w:type="dxa"/>
          </w:tcPr>
          <w:p w:rsidR="00CE3FE8" w:rsidRDefault="008F1782" w:rsidP="008F1782">
            <w:r>
              <w:t>Anzahl der f</w:t>
            </w:r>
            <w:r w:rsidR="00CE3FE8">
              <w:t>inanzierte</w:t>
            </w:r>
            <w:r>
              <w:t>n</w:t>
            </w:r>
            <w:r w:rsidR="00CE3FE8">
              <w:t xml:space="preserve"> Personenmonate</w:t>
            </w:r>
          </w:p>
        </w:tc>
      </w:tr>
      <w:tr w:rsidR="00CE3FE8" w:rsidTr="00CE3FE8">
        <w:tc>
          <w:tcPr>
            <w:tcW w:w="2835" w:type="dxa"/>
          </w:tcPr>
          <w:p w:rsidR="00CE3FE8" w:rsidRDefault="00CE3FE8" w:rsidP="007F7806"/>
        </w:tc>
        <w:tc>
          <w:tcPr>
            <w:tcW w:w="3414" w:type="dxa"/>
          </w:tcPr>
          <w:p w:rsidR="00CE3FE8" w:rsidRDefault="00CE3FE8" w:rsidP="007F7806"/>
        </w:tc>
        <w:tc>
          <w:tcPr>
            <w:tcW w:w="2503" w:type="dxa"/>
          </w:tcPr>
          <w:p w:rsidR="00CE3FE8" w:rsidRDefault="00CE3FE8" w:rsidP="007F7806"/>
        </w:tc>
      </w:tr>
      <w:tr w:rsidR="00CE3FE8" w:rsidTr="00CE3FE8">
        <w:tc>
          <w:tcPr>
            <w:tcW w:w="2835" w:type="dxa"/>
          </w:tcPr>
          <w:p w:rsidR="00CE3FE8" w:rsidRDefault="00CE3FE8" w:rsidP="007F7806"/>
        </w:tc>
        <w:tc>
          <w:tcPr>
            <w:tcW w:w="3414" w:type="dxa"/>
          </w:tcPr>
          <w:p w:rsidR="00CE3FE8" w:rsidRDefault="00CE3FE8" w:rsidP="007F7806"/>
        </w:tc>
        <w:tc>
          <w:tcPr>
            <w:tcW w:w="2503" w:type="dxa"/>
          </w:tcPr>
          <w:p w:rsidR="00CE3FE8" w:rsidRDefault="00CE3FE8" w:rsidP="007F7806"/>
        </w:tc>
      </w:tr>
      <w:tr w:rsidR="00CE3FE8" w:rsidTr="00CE3FE8">
        <w:tc>
          <w:tcPr>
            <w:tcW w:w="2835" w:type="dxa"/>
          </w:tcPr>
          <w:p w:rsidR="00CE3FE8" w:rsidRDefault="00CE3FE8" w:rsidP="007F7806"/>
        </w:tc>
        <w:tc>
          <w:tcPr>
            <w:tcW w:w="3414" w:type="dxa"/>
          </w:tcPr>
          <w:p w:rsidR="00CE3FE8" w:rsidRDefault="00CE3FE8" w:rsidP="007F7806"/>
        </w:tc>
        <w:tc>
          <w:tcPr>
            <w:tcW w:w="2503" w:type="dxa"/>
          </w:tcPr>
          <w:p w:rsidR="00CE3FE8" w:rsidRDefault="00CE3FE8" w:rsidP="007F7806"/>
        </w:tc>
      </w:tr>
      <w:tr w:rsidR="00CE3FE8" w:rsidTr="00CE3FE8">
        <w:tc>
          <w:tcPr>
            <w:tcW w:w="2835" w:type="dxa"/>
          </w:tcPr>
          <w:p w:rsidR="00CE3FE8" w:rsidRDefault="00CE3FE8" w:rsidP="007F7806"/>
        </w:tc>
        <w:tc>
          <w:tcPr>
            <w:tcW w:w="3414" w:type="dxa"/>
          </w:tcPr>
          <w:p w:rsidR="00CE3FE8" w:rsidRDefault="00CE3FE8" w:rsidP="007F7806"/>
        </w:tc>
        <w:tc>
          <w:tcPr>
            <w:tcW w:w="2503" w:type="dxa"/>
          </w:tcPr>
          <w:p w:rsidR="00CE3FE8" w:rsidRDefault="00CE3FE8" w:rsidP="007F7806"/>
        </w:tc>
      </w:tr>
      <w:tr w:rsidR="00CE3FE8" w:rsidTr="00CE3FE8">
        <w:tc>
          <w:tcPr>
            <w:tcW w:w="2835" w:type="dxa"/>
          </w:tcPr>
          <w:p w:rsidR="00CE3FE8" w:rsidRDefault="00CE3FE8" w:rsidP="007F7806"/>
        </w:tc>
        <w:tc>
          <w:tcPr>
            <w:tcW w:w="3414" w:type="dxa"/>
          </w:tcPr>
          <w:p w:rsidR="00CE3FE8" w:rsidRDefault="00CE3FE8" w:rsidP="007F7806"/>
        </w:tc>
        <w:tc>
          <w:tcPr>
            <w:tcW w:w="2503" w:type="dxa"/>
          </w:tcPr>
          <w:p w:rsidR="00CE3FE8" w:rsidRDefault="00CE3FE8" w:rsidP="007F7806"/>
        </w:tc>
      </w:tr>
      <w:tr w:rsidR="00CE3FE8" w:rsidTr="00CE3FE8">
        <w:tc>
          <w:tcPr>
            <w:tcW w:w="2835" w:type="dxa"/>
          </w:tcPr>
          <w:p w:rsidR="00CE3FE8" w:rsidRDefault="00CE3FE8" w:rsidP="007F7806"/>
        </w:tc>
        <w:tc>
          <w:tcPr>
            <w:tcW w:w="3414" w:type="dxa"/>
          </w:tcPr>
          <w:p w:rsidR="00CE3FE8" w:rsidRDefault="00CE3FE8" w:rsidP="007F7806"/>
        </w:tc>
        <w:tc>
          <w:tcPr>
            <w:tcW w:w="2503" w:type="dxa"/>
          </w:tcPr>
          <w:p w:rsidR="00CE3FE8" w:rsidRDefault="00252E67" w:rsidP="007F7806">
            <w:r>
              <w:t>Summe:</w:t>
            </w:r>
          </w:p>
        </w:tc>
      </w:tr>
    </w:tbl>
    <w:p w:rsidR="0079595A" w:rsidRPr="00F452C8" w:rsidRDefault="00F452C8" w:rsidP="00836F6C">
      <w:pPr>
        <w:pStyle w:val="2Ebene"/>
        <w:numPr>
          <w:ilvl w:val="0"/>
          <w:numId w:val="15"/>
        </w:numPr>
        <w:rPr>
          <w:sz w:val="32"/>
          <w:szCs w:val="32"/>
        </w:rPr>
      </w:pPr>
      <w:r>
        <w:rPr>
          <w:rFonts w:eastAsia="Times New Roman" w:cs="Arial"/>
          <w:bCs/>
          <w:szCs w:val="20"/>
          <w:lang w:eastAsia="de-DE"/>
        </w:rPr>
        <w:t>keine auflagenrelevanten Ausgaben getätigt.</w:t>
      </w:r>
    </w:p>
    <w:p w:rsidR="0079595A" w:rsidRDefault="0079595A" w:rsidP="0079595A">
      <w:pPr>
        <w:pStyle w:val="2Ebene"/>
        <w:numPr>
          <w:ilvl w:val="0"/>
          <w:numId w:val="0"/>
        </w:numPr>
        <w:ind w:left="568" w:hanging="284"/>
      </w:pPr>
    </w:p>
    <w:p w:rsidR="0079595A" w:rsidRDefault="0079595A" w:rsidP="0079595A">
      <w:pPr>
        <w:pStyle w:val="2Ebene"/>
        <w:numPr>
          <w:ilvl w:val="0"/>
          <w:numId w:val="0"/>
        </w:numPr>
        <w:ind w:left="568" w:hanging="284"/>
      </w:pPr>
    </w:p>
    <w:p w:rsidR="0079595A" w:rsidRPr="0095663B" w:rsidRDefault="0079595A" w:rsidP="0079595A">
      <w:pPr>
        <w:pStyle w:val="1Ebene"/>
        <w:rPr>
          <w:b/>
        </w:rPr>
      </w:pPr>
      <w:r w:rsidRPr="0095663B">
        <w:rPr>
          <w:b/>
        </w:rPr>
        <w:t>Dienstreisen</w:t>
      </w:r>
      <w:r w:rsidR="0095663B">
        <w:rPr>
          <w:b/>
        </w:rPr>
        <w:br/>
      </w:r>
      <w:r w:rsidR="0095663B">
        <w:t>Falls Ihre Zuwendung einer B</w:t>
      </w:r>
      <w:r w:rsidR="008E3CE8">
        <w:t xml:space="preserve">escheidauflage zu Reisemitteln </w:t>
      </w:r>
      <w:r w:rsidR="0095663B">
        <w:t>unterliegt, bitten wir Sie die folgende Tabelle auszufüllen.</w:t>
      </w:r>
      <w:r w:rsidR="0095663B">
        <w:br/>
      </w:r>
    </w:p>
    <w:p w:rsidR="00CE3FE8" w:rsidRPr="00CE3FE8" w:rsidRDefault="0079595A" w:rsidP="00CE3FE8">
      <w:pPr>
        <w:pStyle w:val="2Ebene"/>
      </w:pPr>
      <w:r w:rsidRPr="000A1A24">
        <w:rPr>
          <w:i/>
        </w:rPr>
        <w:t xml:space="preserve">Beispiel </w:t>
      </w:r>
      <w:r w:rsidR="00BA2EB8" w:rsidRPr="0095663B">
        <w:rPr>
          <w:i/>
        </w:rPr>
        <w:t>N</w:t>
      </w:r>
      <w:r w:rsidR="00BA2EB8">
        <w:rPr>
          <w:i/>
        </w:rPr>
        <w:t>ebenbestimmung</w:t>
      </w:r>
      <w:r w:rsidRPr="000A1A24">
        <w:rPr>
          <w:i/>
        </w:rPr>
        <w:t xml:space="preserve">: „Aus den in der Position 0846 des Gesamtfinanzierungsplans zur Verfügung gestellten Reisemitteln sind mindestens </w:t>
      </w:r>
      <w:r w:rsidR="008E3CE8">
        <w:rPr>
          <w:i/>
        </w:rPr>
        <w:t>XX</w:t>
      </w:r>
      <w:r w:rsidRPr="000A1A24">
        <w:rPr>
          <w:i/>
        </w:rPr>
        <w:t xml:space="preserve"> Aufenthaltsmonate am </w:t>
      </w:r>
      <w:r w:rsidR="008E3CE8">
        <w:rPr>
          <w:i/>
        </w:rPr>
        <w:t>[EINRICHTUNG]</w:t>
      </w:r>
      <w:r w:rsidRPr="000A1A24">
        <w:rPr>
          <w:i/>
        </w:rPr>
        <w:t xml:space="preserve"> zu finanzieren. Diese sind in den Nachweisen gesondert auszuweisen.</w:t>
      </w:r>
      <w:r w:rsidR="00A53DF7">
        <w:rPr>
          <w:i/>
        </w:rPr>
        <w:t>“</w:t>
      </w:r>
    </w:p>
    <w:p w:rsidR="00CE3FE8" w:rsidRPr="00CE3FE8" w:rsidRDefault="00CE3FE8" w:rsidP="0095663B">
      <w:pPr>
        <w:pStyle w:val="2Ebene"/>
        <w:numPr>
          <w:ilvl w:val="0"/>
          <w:numId w:val="0"/>
        </w:numPr>
        <w:ind w:left="568"/>
      </w:pPr>
    </w:p>
    <w:p w:rsidR="0079595A" w:rsidRDefault="00CE3FE8" w:rsidP="00CE3FE8">
      <w:pPr>
        <w:pStyle w:val="2Ebene"/>
      </w:pPr>
      <w:r>
        <w:t>Ort des Aufenthalts:</w:t>
      </w:r>
      <w:r w:rsidR="0095663B">
        <w:t xml:space="preserve"> ___________________________</w:t>
      </w:r>
    </w:p>
    <w:p w:rsidR="00CE3FE8" w:rsidRDefault="00CE3FE8" w:rsidP="00CE3FE8">
      <w:pPr>
        <w:pStyle w:val="2Ebene"/>
        <w:numPr>
          <w:ilvl w:val="0"/>
          <w:numId w:val="0"/>
        </w:numPr>
        <w:ind w:left="568"/>
      </w:pPr>
    </w:p>
    <w:tbl>
      <w:tblPr>
        <w:tblStyle w:val="Tabellenraster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414"/>
        <w:gridCol w:w="2503"/>
      </w:tblGrid>
      <w:tr w:rsidR="00CE3FE8" w:rsidTr="007F7806">
        <w:tc>
          <w:tcPr>
            <w:tcW w:w="2835" w:type="dxa"/>
          </w:tcPr>
          <w:p w:rsidR="00CE3FE8" w:rsidRDefault="00CE3FE8" w:rsidP="007F7806">
            <w:r>
              <w:t>Mitarbeiter Name, Vorname</w:t>
            </w:r>
          </w:p>
        </w:tc>
        <w:tc>
          <w:tcPr>
            <w:tcW w:w="3414" w:type="dxa"/>
          </w:tcPr>
          <w:p w:rsidR="00CE3FE8" w:rsidRDefault="00CE3FE8" w:rsidP="007F7806">
            <w:r>
              <w:t xml:space="preserve">Funktion / Tätigkeit </w:t>
            </w:r>
          </w:p>
        </w:tc>
        <w:tc>
          <w:tcPr>
            <w:tcW w:w="2503" w:type="dxa"/>
          </w:tcPr>
          <w:p w:rsidR="00CE3FE8" w:rsidRDefault="008F1782" w:rsidP="008F1782">
            <w:r>
              <w:t>Anzahl der f</w:t>
            </w:r>
            <w:r w:rsidR="00CE3FE8">
              <w:t>inanzierte</w:t>
            </w:r>
            <w:r>
              <w:t>n</w:t>
            </w:r>
            <w:r w:rsidR="00CE3FE8">
              <w:t xml:space="preserve"> Aufenthaltsmonate</w:t>
            </w:r>
          </w:p>
        </w:tc>
      </w:tr>
      <w:tr w:rsidR="00CE3FE8" w:rsidTr="007F7806">
        <w:tc>
          <w:tcPr>
            <w:tcW w:w="2835" w:type="dxa"/>
          </w:tcPr>
          <w:p w:rsidR="00CE3FE8" w:rsidRDefault="00CE3FE8" w:rsidP="007F7806"/>
        </w:tc>
        <w:tc>
          <w:tcPr>
            <w:tcW w:w="3414" w:type="dxa"/>
          </w:tcPr>
          <w:p w:rsidR="00CE3FE8" w:rsidRDefault="00CE3FE8" w:rsidP="007F7806"/>
        </w:tc>
        <w:tc>
          <w:tcPr>
            <w:tcW w:w="2503" w:type="dxa"/>
          </w:tcPr>
          <w:p w:rsidR="00CE3FE8" w:rsidRDefault="00CE3FE8" w:rsidP="007F7806"/>
        </w:tc>
      </w:tr>
      <w:tr w:rsidR="00CE3FE8" w:rsidTr="007F7806">
        <w:tc>
          <w:tcPr>
            <w:tcW w:w="2835" w:type="dxa"/>
          </w:tcPr>
          <w:p w:rsidR="00CE3FE8" w:rsidRDefault="00CE3FE8" w:rsidP="007F7806"/>
        </w:tc>
        <w:tc>
          <w:tcPr>
            <w:tcW w:w="3414" w:type="dxa"/>
          </w:tcPr>
          <w:p w:rsidR="00CE3FE8" w:rsidRDefault="00CE3FE8" w:rsidP="007F7806"/>
        </w:tc>
        <w:tc>
          <w:tcPr>
            <w:tcW w:w="2503" w:type="dxa"/>
          </w:tcPr>
          <w:p w:rsidR="00CE3FE8" w:rsidRDefault="00CE3FE8" w:rsidP="007F7806"/>
        </w:tc>
      </w:tr>
      <w:tr w:rsidR="00CE3FE8" w:rsidTr="007F7806">
        <w:tc>
          <w:tcPr>
            <w:tcW w:w="2835" w:type="dxa"/>
          </w:tcPr>
          <w:p w:rsidR="00CE3FE8" w:rsidRDefault="00CE3FE8" w:rsidP="007F7806"/>
        </w:tc>
        <w:tc>
          <w:tcPr>
            <w:tcW w:w="3414" w:type="dxa"/>
          </w:tcPr>
          <w:p w:rsidR="00CE3FE8" w:rsidRDefault="00CE3FE8" w:rsidP="007F7806"/>
        </w:tc>
        <w:tc>
          <w:tcPr>
            <w:tcW w:w="2503" w:type="dxa"/>
          </w:tcPr>
          <w:p w:rsidR="00CE3FE8" w:rsidRDefault="00CE3FE8" w:rsidP="007F7806"/>
        </w:tc>
      </w:tr>
      <w:tr w:rsidR="00CE3FE8" w:rsidTr="007F7806">
        <w:tc>
          <w:tcPr>
            <w:tcW w:w="2835" w:type="dxa"/>
          </w:tcPr>
          <w:p w:rsidR="00CE3FE8" w:rsidRDefault="00CE3FE8" w:rsidP="007F7806"/>
        </w:tc>
        <w:tc>
          <w:tcPr>
            <w:tcW w:w="3414" w:type="dxa"/>
          </w:tcPr>
          <w:p w:rsidR="00CE3FE8" w:rsidRDefault="00CE3FE8" w:rsidP="007F7806"/>
        </w:tc>
        <w:tc>
          <w:tcPr>
            <w:tcW w:w="2503" w:type="dxa"/>
          </w:tcPr>
          <w:p w:rsidR="00CE3FE8" w:rsidRDefault="00CE3FE8" w:rsidP="007F7806"/>
        </w:tc>
      </w:tr>
      <w:tr w:rsidR="00CE3FE8" w:rsidTr="007F7806">
        <w:tc>
          <w:tcPr>
            <w:tcW w:w="2835" w:type="dxa"/>
          </w:tcPr>
          <w:p w:rsidR="00CE3FE8" w:rsidRDefault="00CE3FE8" w:rsidP="007F7806"/>
        </w:tc>
        <w:tc>
          <w:tcPr>
            <w:tcW w:w="3414" w:type="dxa"/>
          </w:tcPr>
          <w:p w:rsidR="00CE3FE8" w:rsidRDefault="00CE3FE8" w:rsidP="007F7806"/>
        </w:tc>
        <w:tc>
          <w:tcPr>
            <w:tcW w:w="2503" w:type="dxa"/>
          </w:tcPr>
          <w:p w:rsidR="00CE3FE8" w:rsidRDefault="00CE3FE8" w:rsidP="007F7806"/>
        </w:tc>
      </w:tr>
      <w:tr w:rsidR="00CE3FE8" w:rsidTr="007F7806">
        <w:tc>
          <w:tcPr>
            <w:tcW w:w="2835" w:type="dxa"/>
          </w:tcPr>
          <w:p w:rsidR="00CE3FE8" w:rsidRDefault="00CE3FE8" w:rsidP="007F7806"/>
        </w:tc>
        <w:tc>
          <w:tcPr>
            <w:tcW w:w="3414" w:type="dxa"/>
          </w:tcPr>
          <w:p w:rsidR="00CE3FE8" w:rsidRDefault="00CE3FE8" w:rsidP="007F7806"/>
        </w:tc>
        <w:tc>
          <w:tcPr>
            <w:tcW w:w="2503" w:type="dxa"/>
          </w:tcPr>
          <w:p w:rsidR="00CE3FE8" w:rsidRDefault="009139F7" w:rsidP="007F7806">
            <w:r>
              <w:t>Summe:</w:t>
            </w:r>
          </w:p>
        </w:tc>
      </w:tr>
    </w:tbl>
    <w:p w:rsidR="00F452C8" w:rsidRPr="00F452C8" w:rsidRDefault="00F452C8" w:rsidP="00836F6C">
      <w:pPr>
        <w:pStyle w:val="2Ebene"/>
        <w:numPr>
          <w:ilvl w:val="0"/>
          <w:numId w:val="15"/>
        </w:numPr>
        <w:rPr>
          <w:sz w:val="32"/>
          <w:szCs w:val="32"/>
        </w:rPr>
      </w:pPr>
      <w:r>
        <w:rPr>
          <w:rFonts w:eastAsia="Times New Roman" w:cs="Arial"/>
          <w:bCs/>
          <w:szCs w:val="20"/>
          <w:lang w:eastAsia="de-DE"/>
        </w:rPr>
        <w:t>keine auflagenrelevanten Ausgaben getätigt.</w:t>
      </w:r>
    </w:p>
    <w:p w:rsidR="0079595A" w:rsidRDefault="0079595A" w:rsidP="0079595A">
      <w:pPr>
        <w:pStyle w:val="2Ebene"/>
        <w:numPr>
          <w:ilvl w:val="0"/>
          <w:numId w:val="0"/>
        </w:numPr>
        <w:ind w:left="568" w:hanging="284"/>
      </w:pPr>
    </w:p>
    <w:p w:rsidR="0079595A" w:rsidRDefault="0079595A" w:rsidP="0079595A">
      <w:pPr>
        <w:pStyle w:val="2Ebene"/>
        <w:numPr>
          <w:ilvl w:val="0"/>
          <w:numId w:val="0"/>
        </w:numPr>
        <w:ind w:left="568" w:hanging="284"/>
      </w:pPr>
    </w:p>
    <w:p w:rsidR="0095663B" w:rsidRDefault="0095663B">
      <w:pPr>
        <w:spacing w:after="0"/>
        <w:rPr>
          <w:color w:val="000000" w:themeColor="text1"/>
        </w:rPr>
      </w:pPr>
      <w:r>
        <w:br w:type="page"/>
      </w:r>
    </w:p>
    <w:p w:rsidR="0079595A" w:rsidRPr="0095663B" w:rsidRDefault="0079595A" w:rsidP="0079595A">
      <w:pPr>
        <w:pStyle w:val="1Ebene"/>
        <w:rPr>
          <w:b/>
        </w:rPr>
      </w:pPr>
      <w:r w:rsidRPr="0095663B">
        <w:rPr>
          <w:b/>
        </w:rPr>
        <w:lastRenderedPageBreak/>
        <w:t>Investitionen</w:t>
      </w:r>
    </w:p>
    <w:p w:rsidR="00672FD9" w:rsidRDefault="0095663B" w:rsidP="007F59E3">
      <w:pPr>
        <w:pStyle w:val="2Ebene"/>
      </w:pPr>
      <w:r>
        <w:t>Falls Ihre Zuwendung Investitionen zur Deckung deutscher Verpflichtungen (</w:t>
      </w:r>
      <w:r w:rsidRPr="0079595A">
        <w:t>z.</w:t>
      </w:r>
      <w:r w:rsidR="00896E68">
        <w:t xml:space="preserve"> </w:t>
      </w:r>
      <w:r w:rsidRPr="0079595A">
        <w:t xml:space="preserve">B. M&amp;O, </w:t>
      </w:r>
      <w:r>
        <w:t>Core, Be</w:t>
      </w:r>
      <w:r w:rsidR="00016C3A">
        <w:t>itragszahlungen</w:t>
      </w:r>
      <w:r w:rsidRPr="0079595A">
        <w:t xml:space="preserve"> etc.)</w:t>
      </w:r>
      <w:r>
        <w:t xml:space="preserve"> enthält, bitten wir Sie die folgende Tabelle auszufüllen.</w:t>
      </w:r>
      <w:r>
        <w:br/>
      </w:r>
    </w:p>
    <w:tbl>
      <w:tblPr>
        <w:tblStyle w:val="Tabellenraster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8"/>
        <w:gridCol w:w="2835"/>
      </w:tblGrid>
      <w:tr w:rsidR="000A1A24" w:rsidTr="000A1A24">
        <w:tc>
          <w:tcPr>
            <w:tcW w:w="5528" w:type="dxa"/>
          </w:tcPr>
          <w:p w:rsidR="000A1A24" w:rsidRDefault="000A1A24" w:rsidP="00AD611C">
            <w:r>
              <w:t>Bezeichnung der Position</w:t>
            </w:r>
            <w:r w:rsidR="00AD611C">
              <w:t xml:space="preserve"> in der Liste der Gegenstände</w:t>
            </w:r>
          </w:p>
        </w:tc>
        <w:tc>
          <w:tcPr>
            <w:tcW w:w="2835" w:type="dxa"/>
          </w:tcPr>
          <w:p w:rsidR="000A1A24" w:rsidRDefault="000A1A24" w:rsidP="007F59E3">
            <w:r>
              <w:t>Getätigte Zahlung</w:t>
            </w:r>
            <w:r w:rsidR="00023E2D">
              <w:t xml:space="preserve"> </w:t>
            </w:r>
            <w:r w:rsidR="00896E68">
              <w:t xml:space="preserve">in </w:t>
            </w:r>
            <w:r w:rsidR="00023E2D">
              <w:t>€</w:t>
            </w:r>
          </w:p>
        </w:tc>
      </w:tr>
      <w:tr w:rsidR="000A1A24" w:rsidTr="000A1A24">
        <w:tc>
          <w:tcPr>
            <w:tcW w:w="5528" w:type="dxa"/>
          </w:tcPr>
          <w:p w:rsidR="000A1A24" w:rsidRDefault="000A1A24" w:rsidP="007F59E3"/>
        </w:tc>
        <w:tc>
          <w:tcPr>
            <w:tcW w:w="2835" w:type="dxa"/>
          </w:tcPr>
          <w:p w:rsidR="000A1A24" w:rsidRDefault="000A1A24" w:rsidP="007F59E3"/>
        </w:tc>
      </w:tr>
      <w:tr w:rsidR="000A1A24" w:rsidTr="000A1A24">
        <w:tc>
          <w:tcPr>
            <w:tcW w:w="5528" w:type="dxa"/>
          </w:tcPr>
          <w:p w:rsidR="000A1A24" w:rsidRDefault="000A1A24" w:rsidP="007F59E3"/>
        </w:tc>
        <w:tc>
          <w:tcPr>
            <w:tcW w:w="2835" w:type="dxa"/>
          </w:tcPr>
          <w:p w:rsidR="000A1A24" w:rsidRDefault="000A1A24" w:rsidP="007F59E3"/>
        </w:tc>
      </w:tr>
      <w:tr w:rsidR="000A1A24" w:rsidTr="000A1A24">
        <w:tc>
          <w:tcPr>
            <w:tcW w:w="5528" w:type="dxa"/>
          </w:tcPr>
          <w:p w:rsidR="000A1A24" w:rsidRDefault="000A1A24" w:rsidP="007F59E3"/>
        </w:tc>
        <w:tc>
          <w:tcPr>
            <w:tcW w:w="2835" w:type="dxa"/>
          </w:tcPr>
          <w:p w:rsidR="000A1A24" w:rsidRDefault="000A1A24" w:rsidP="007F59E3"/>
        </w:tc>
      </w:tr>
      <w:tr w:rsidR="0095663B" w:rsidTr="000A1A24">
        <w:tc>
          <w:tcPr>
            <w:tcW w:w="5528" w:type="dxa"/>
          </w:tcPr>
          <w:p w:rsidR="0095663B" w:rsidRDefault="0095663B" w:rsidP="007F59E3"/>
        </w:tc>
        <w:tc>
          <w:tcPr>
            <w:tcW w:w="2835" w:type="dxa"/>
          </w:tcPr>
          <w:p w:rsidR="0095663B" w:rsidRDefault="0095663B" w:rsidP="007F59E3"/>
        </w:tc>
      </w:tr>
      <w:tr w:rsidR="000A1A24" w:rsidTr="000A1A24">
        <w:tc>
          <w:tcPr>
            <w:tcW w:w="5528" w:type="dxa"/>
          </w:tcPr>
          <w:p w:rsidR="000A1A24" w:rsidRDefault="000A1A24" w:rsidP="007F59E3"/>
        </w:tc>
        <w:tc>
          <w:tcPr>
            <w:tcW w:w="2835" w:type="dxa"/>
          </w:tcPr>
          <w:p w:rsidR="000A1A24" w:rsidRDefault="000A1A24" w:rsidP="007F59E3"/>
        </w:tc>
      </w:tr>
      <w:tr w:rsidR="000A1A24" w:rsidTr="000A1A24">
        <w:tc>
          <w:tcPr>
            <w:tcW w:w="5528" w:type="dxa"/>
          </w:tcPr>
          <w:p w:rsidR="000A1A24" w:rsidRDefault="000A1A24" w:rsidP="007F59E3"/>
        </w:tc>
        <w:tc>
          <w:tcPr>
            <w:tcW w:w="2835" w:type="dxa"/>
          </w:tcPr>
          <w:p w:rsidR="000A1A24" w:rsidRDefault="00252E67" w:rsidP="007F59E3">
            <w:r>
              <w:t>Summe:</w:t>
            </w:r>
          </w:p>
        </w:tc>
      </w:tr>
    </w:tbl>
    <w:p w:rsidR="00F452C8" w:rsidRPr="00F452C8" w:rsidRDefault="00F452C8" w:rsidP="00836F6C">
      <w:pPr>
        <w:pStyle w:val="2Ebene"/>
        <w:numPr>
          <w:ilvl w:val="0"/>
          <w:numId w:val="15"/>
        </w:numPr>
        <w:rPr>
          <w:sz w:val="32"/>
          <w:szCs w:val="32"/>
        </w:rPr>
      </w:pPr>
      <w:r>
        <w:rPr>
          <w:rFonts w:eastAsia="Times New Roman" w:cs="Arial"/>
          <w:bCs/>
          <w:szCs w:val="20"/>
          <w:lang w:eastAsia="de-DE"/>
        </w:rPr>
        <w:t>keine auflagenrelevanten Ausgaben getätigt.</w:t>
      </w:r>
    </w:p>
    <w:p w:rsidR="007F59E3" w:rsidRDefault="007F59E3" w:rsidP="0095663B">
      <w:pPr>
        <w:pStyle w:val="3Ebene"/>
        <w:numPr>
          <w:ilvl w:val="0"/>
          <w:numId w:val="0"/>
        </w:numPr>
        <w:ind w:left="851"/>
      </w:pPr>
    </w:p>
    <w:sectPr w:rsidR="007F59E3" w:rsidSect="0030192E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18" w:right="1418" w:bottom="851" w:left="1418" w:header="709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3892" w:rsidRDefault="00263892" w:rsidP="00392C76">
      <w:pPr>
        <w:spacing w:after="0"/>
      </w:pPr>
      <w:r>
        <w:separator/>
      </w:r>
    </w:p>
    <w:p w:rsidR="00263892" w:rsidRDefault="00263892"/>
  </w:endnote>
  <w:endnote w:type="continuationSeparator" w:id="0">
    <w:p w:rsidR="00263892" w:rsidRDefault="00263892" w:rsidP="00392C76">
      <w:pPr>
        <w:spacing w:after="0"/>
      </w:pPr>
      <w:r>
        <w:continuationSeparator/>
      </w:r>
    </w:p>
    <w:p w:rsidR="00263892" w:rsidRDefault="002638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 Narrow Bold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794"/>
      <w:gridCol w:w="1559"/>
      <w:gridCol w:w="3772"/>
    </w:tblGrid>
    <w:tr w:rsidR="0091712C" w:rsidRPr="004230E9" w:rsidTr="005515FC">
      <w:trPr>
        <w:trHeight w:val="431"/>
      </w:trPr>
      <w:tc>
        <w:tcPr>
          <w:tcW w:w="3794" w:type="dxa"/>
          <w:vAlign w:val="bottom"/>
        </w:tcPr>
        <w:p w:rsidR="0091712C" w:rsidRPr="00AB0FCC" w:rsidRDefault="0091712C" w:rsidP="005515FC">
          <w:pPr>
            <w:pStyle w:val="Fuzeile"/>
            <w:tabs>
              <w:tab w:val="left" w:pos="6246"/>
            </w:tabs>
            <w:rPr>
              <w:sz w:val="14"/>
              <w:szCs w:val="14"/>
            </w:rPr>
          </w:pPr>
        </w:p>
      </w:tc>
      <w:tc>
        <w:tcPr>
          <w:tcW w:w="1559" w:type="dxa"/>
        </w:tcPr>
        <w:p w:rsidR="0091712C" w:rsidRDefault="0091712C" w:rsidP="00D93AC4">
          <w:pPr>
            <w:jc w:val="center"/>
          </w:pPr>
          <w:r w:rsidRPr="00806919">
            <w:rPr>
              <w:sz w:val="18"/>
            </w:rPr>
            <w:t xml:space="preserve">Seite </w:t>
          </w:r>
          <w:r w:rsidRPr="00806919">
            <w:rPr>
              <w:sz w:val="18"/>
            </w:rPr>
            <w:fldChar w:fldCharType="begin"/>
          </w:r>
          <w:r w:rsidRPr="00806919">
            <w:rPr>
              <w:sz w:val="18"/>
            </w:rPr>
            <w:instrText>PAGE  \* Arabic  \* MERGEFORMAT</w:instrText>
          </w:r>
          <w:r w:rsidRPr="00806919">
            <w:rPr>
              <w:sz w:val="18"/>
            </w:rPr>
            <w:fldChar w:fldCharType="separate"/>
          </w:r>
          <w:r w:rsidR="00052D8A" w:rsidRPr="00052D8A">
            <w:rPr>
              <w:b/>
              <w:bCs/>
              <w:noProof/>
              <w:sz w:val="18"/>
            </w:rPr>
            <w:t>1</w:t>
          </w:r>
          <w:r w:rsidRPr="00806919">
            <w:rPr>
              <w:b/>
              <w:bCs/>
              <w:noProof/>
              <w:sz w:val="18"/>
            </w:rPr>
            <w:fldChar w:fldCharType="end"/>
          </w:r>
          <w:r w:rsidRPr="00806919">
            <w:rPr>
              <w:sz w:val="18"/>
            </w:rPr>
            <w:t xml:space="preserve"> von </w:t>
          </w:r>
          <w:r w:rsidRPr="00806919">
            <w:rPr>
              <w:sz w:val="18"/>
            </w:rPr>
            <w:fldChar w:fldCharType="begin"/>
          </w:r>
          <w:r w:rsidRPr="00806919">
            <w:rPr>
              <w:sz w:val="18"/>
            </w:rPr>
            <w:instrText>NUMPAGES  \* Arabic  \* MERGEFORMAT</w:instrText>
          </w:r>
          <w:r w:rsidRPr="00806919">
            <w:rPr>
              <w:sz w:val="18"/>
            </w:rPr>
            <w:fldChar w:fldCharType="separate"/>
          </w:r>
          <w:r w:rsidR="00052D8A" w:rsidRPr="00052D8A">
            <w:rPr>
              <w:b/>
              <w:bCs/>
              <w:noProof/>
              <w:sz w:val="18"/>
            </w:rPr>
            <w:t>2</w:t>
          </w:r>
          <w:r w:rsidRPr="00806919">
            <w:rPr>
              <w:b/>
              <w:bCs/>
              <w:noProof/>
              <w:sz w:val="18"/>
            </w:rPr>
            <w:fldChar w:fldCharType="end"/>
          </w:r>
        </w:p>
      </w:tc>
      <w:tc>
        <w:tcPr>
          <w:tcW w:w="3772" w:type="dxa"/>
          <w:vAlign w:val="bottom"/>
        </w:tcPr>
        <w:sdt>
          <w:sdtPr>
            <w:rPr>
              <w:sz w:val="14"/>
              <w:szCs w:val="14"/>
            </w:rPr>
            <w:id w:val="-2083974382"/>
            <w:lock w:val="sdtContentLocked"/>
            <w:placeholder/>
            <w:group/>
          </w:sdtPr>
          <w:sdtEndPr/>
          <w:sdtContent>
            <w:p w:rsidR="0091712C" w:rsidRPr="00EA2929" w:rsidRDefault="0091712C" w:rsidP="001E6996">
              <w:pPr>
                <w:pStyle w:val="Fuzeile"/>
                <w:tabs>
                  <w:tab w:val="left" w:pos="6246"/>
                </w:tabs>
                <w:jc w:val="right"/>
                <w:rPr>
                  <w:sz w:val="18"/>
                  <w:szCs w:val="20"/>
                </w:rPr>
              </w:pPr>
              <w:r w:rsidRPr="00064F2F">
                <w:rPr>
                  <w:sz w:val="14"/>
                  <w:szCs w:val="14"/>
                </w:rPr>
                <w:t>V_3.1.5.</w:t>
              </w:r>
              <w:r w:rsidR="003D5B7B">
                <w:rPr>
                  <w:sz w:val="14"/>
                  <w:szCs w:val="14"/>
                </w:rPr>
                <w:t>1</w:t>
              </w:r>
              <w:r w:rsidR="005F2834">
                <w:rPr>
                  <w:sz w:val="14"/>
                  <w:szCs w:val="14"/>
                </w:rPr>
                <w:t>4</w:t>
              </w:r>
              <w:r w:rsidR="0071598B">
                <w:rPr>
                  <w:sz w:val="14"/>
                  <w:szCs w:val="14"/>
                </w:rPr>
                <w:t>.0</w:t>
              </w:r>
              <w:r w:rsidR="005F2834">
                <w:rPr>
                  <w:sz w:val="14"/>
                  <w:szCs w:val="14"/>
                </w:rPr>
                <w:t>2</w:t>
              </w:r>
              <w:r w:rsidRPr="00064F2F">
                <w:rPr>
                  <w:sz w:val="14"/>
                  <w:szCs w:val="14"/>
                </w:rPr>
                <w:t>_</w:t>
              </w:r>
              <w:r w:rsidR="00E474CB">
                <w:rPr>
                  <w:sz w:val="14"/>
                  <w:szCs w:val="14"/>
                </w:rPr>
                <w:t>Nachverfolgung_Bescheidauflagen</w:t>
              </w:r>
              <w:r w:rsidRPr="00AB0FCC">
                <w:rPr>
                  <w:sz w:val="14"/>
                  <w:szCs w:val="14"/>
                </w:rPr>
                <w:br/>
              </w:r>
              <w:r w:rsidR="00260CC0">
                <w:rPr>
                  <w:sz w:val="14"/>
                  <w:szCs w:val="14"/>
                </w:rPr>
                <w:t>0</w:t>
              </w:r>
              <w:r w:rsidR="002F5A4D">
                <w:rPr>
                  <w:sz w:val="14"/>
                  <w:szCs w:val="14"/>
                </w:rPr>
                <w:t>1</w:t>
              </w:r>
              <w:r>
                <w:rPr>
                  <w:sz w:val="14"/>
                  <w:szCs w:val="14"/>
                </w:rPr>
                <w:t>/20</w:t>
              </w:r>
              <w:r w:rsidR="001E6996">
                <w:rPr>
                  <w:sz w:val="14"/>
                  <w:szCs w:val="14"/>
                </w:rPr>
                <w:t>2</w:t>
              </w:r>
              <w:r w:rsidR="002F5A4D">
                <w:rPr>
                  <w:sz w:val="14"/>
                  <w:szCs w:val="14"/>
                </w:rPr>
                <w:t>1</w:t>
              </w:r>
            </w:p>
          </w:sdtContent>
        </w:sdt>
      </w:tc>
    </w:tr>
  </w:tbl>
  <w:p w:rsidR="0091712C" w:rsidRPr="00EA2929" w:rsidRDefault="0091712C" w:rsidP="002F746A">
    <w:pPr>
      <w:pStyle w:val="Fuzeile"/>
      <w:rPr>
        <w:b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12C" w:rsidRDefault="0091712C" w:rsidP="00392C76">
    <w:pPr>
      <w:pStyle w:val="Fuzeile"/>
      <w:jc w:val="center"/>
    </w:pPr>
    <w: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t xml:space="preserve"> von </w:t>
    </w:r>
    <w:fldSimple w:instr="NUMPAGES  \* Arabic  \* MERGEFORMAT">
      <w:r w:rsidR="00E474CB">
        <w:rPr>
          <w:noProof/>
        </w:rPr>
        <w:t>2</w:t>
      </w:r>
    </w:fldSimple>
  </w:p>
  <w:p w:rsidR="0091712C" w:rsidRDefault="0091712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3892" w:rsidRDefault="00263892" w:rsidP="00392C76">
      <w:pPr>
        <w:spacing w:after="0"/>
      </w:pPr>
      <w:r>
        <w:separator/>
      </w:r>
    </w:p>
  </w:footnote>
  <w:footnote w:type="continuationSeparator" w:id="0">
    <w:p w:rsidR="00263892" w:rsidRDefault="00263892" w:rsidP="00392C76">
      <w:pPr>
        <w:spacing w:after="0"/>
      </w:pPr>
      <w:r>
        <w:continuationSeparator/>
      </w:r>
    </w:p>
  </w:footnote>
  <w:footnote w:type="continuationNotice" w:id="1">
    <w:p w:rsidR="00263892" w:rsidRDefault="0026389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41"/>
      <w:gridCol w:w="3071"/>
    </w:tblGrid>
    <w:tr w:rsidR="00854074" w:rsidRPr="00557511" w:rsidTr="0016316D">
      <w:trPr>
        <w:trHeight w:val="420"/>
      </w:trPr>
      <w:tc>
        <w:tcPr>
          <w:tcW w:w="6141" w:type="dxa"/>
        </w:tcPr>
        <w:p w:rsidR="00854074" w:rsidRPr="00D76FBA" w:rsidRDefault="00854074" w:rsidP="00854074">
          <w:pPr>
            <w:pStyle w:val="Kopfzeile"/>
            <w:tabs>
              <w:tab w:val="clear" w:pos="4536"/>
              <w:tab w:val="clear" w:pos="9072"/>
            </w:tabs>
            <w:rPr>
              <w:sz w:val="18"/>
              <w:szCs w:val="20"/>
              <w:lang w:val="en-US"/>
            </w:rPr>
          </w:pPr>
          <w:r>
            <w:rPr>
              <w:sz w:val="18"/>
              <w:szCs w:val="20"/>
            </w:rPr>
            <w:t>Förderkennzeichen: 05_________________________</w:t>
          </w:r>
        </w:p>
      </w:tc>
      <w:tc>
        <w:tcPr>
          <w:tcW w:w="3071" w:type="dxa"/>
        </w:tcPr>
        <w:p w:rsidR="00854074" w:rsidRPr="00557511" w:rsidRDefault="00854074" w:rsidP="002F746A">
          <w:pPr>
            <w:pStyle w:val="Kopfzeile"/>
            <w:tabs>
              <w:tab w:val="clear" w:pos="4536"/>
              <w:tab w:val="clear" w:pos="9072"/>
            </w:tabs>
            <w:jc w:val="right"/>
            <w:rPr>
              <w:sz w:val="18"/>
              <w:szCs w:val="20"/>
            </w:rPr>
          </w:pPr>
          <w:r w:rsidRPr="00557511">
            <w:rPr>
              <w:b/>
              <w:color w:val="1AA5E9"/>
              <w:sz w:val="18"/>
              <w:szCs w:val="20"/>
            </w:rPr>
            <w:t>PT</w:t>
          </w:r>
          <w:r w:rsidRPr="00557511">
            <w:rPr>
              <w:b/>
              <w:color w:val="FF9900"/>
              <w:sz w:val="18"/>
              <w:szCs w:val="20"/>
            </w:rPr>
            <w:t>.</w:t>
          </w:r>
          <w:r w:rsidRPr="00557511">
            <w:rPr>
              <w:b/>
              <w:color w:val="1AA5E9"/>
              <w:sz w:val="18"/>
              <w:szCs w:val="20"/>
            </w:rPr>
            <w:t>DESY</w:t>
          </w:r>
          <w:r w:rsidRPr="00557511">
            <w:rPr>
              <w:sz w:val="18"/>
              <w:szCs w:val="20"/>
            </w:rPr>
            <w:t xml:space="preserve"> </w:t>
          </w:r>
          <w:sdt>
            <w:sdtPr>
              <w:rPr>
                <w:b/>
                <w:color w:val="808080" w:themeColor="background1" w:themeShade="80"/>
                <w:sz w:val="18"/>
                <w:szCs w:val="20"/>
              </w:rPr>
              <w:id w:val="612406292"/>
              <w:placeholder/>
              <w:comboBox>
                <w:listItem w:displayText="Bereich auswählen" w:value="Bereich auswählen"/>
                <w:listItem w:displayText=" " w:value=" "/>
                <w:listItem w:displayText="Projektförderung" w:value="Projektförderung"/>
                <w:listItem w:displayText="Astro" w:value="Astro"/>
                <w:listItem w:displayText="KM" w:value="KM"/>
                <w:listItem w:displayText="Mathematik" w:value="Mathematik"/>
                <w:listItem w:displayText="PkT" w:value="PkT"/>
                <w:listItem w:displayText="Baltic Tram" w:value="Baltic Tram"/>
                <w:listItem w:displayText="Forschungsinfrastrukturen" w:value="Forschungsinfrastrukturen"/>
                <w:listItem w:displayText="Internationales" w:value="Internationales"/>
                <w:listItem w:displayText="ScieneLink Network" w:value="ScieneLink Network"/>
                <w:listItem w:displayText="Strategie" w:value="Strategie"/>
                <w:listItem w:displayText="WissKomm" w:value="WissKomm"/>
              </w:comboBox>
            </w:sdtPr>
            <w:sdtEndPr/>
            <w:sdtContent>
              <w:r>
                <w:rPr>
                  <w:b/>
                  <w:color w:val="808080" w:themeColor="background1" w:themeShade="80"/>
                  <w:sz w:val="18"/>
                  <w:szCs w:val="20"/>
                </w:rPr>
                <w:t>Projektförderung</w:t>
              </w:r>
            </w:sdtContent>
          </w:sdt>
        </w:p>
      </w:tc>
    </w:tr>
  </w:tbl>
  <w:p w:rsidR="0091712C" w:rsidRDefault="0091712C" w:rsidP="00A80B8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12C" w:rsidRPr="00BF34DB" w:rsidRDefault="0091712C" w:rsidP="00392C76">
    <w:pPr>
      <w:pStyle w:val="Kopfzeile"/>
      <w:jc w:val="center"/>
      <w:rPr>
        <w:b/>
        <w:color w:val="6D6D6D"/>
        <w:spacing w:val="40"/>
        <w:sz w:val="36"/>
        <w:szCs w:val="36"/>
      </w:rPr>
    </w:pPr>
  </w:p>
  <w:p w:rsidR="0091712C" w:rsidRDefault="0091712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54D4AAE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65B402AC"/>
    <w:lvl w:ilvl="0">
      <w:start w:val="1"/>
      <w:numFmt w:val="bullet"/>
      <w:pStyle w:val="Aufzhlungszeichen4"/>
      <w:lvlText w:val=""/>
      <w:lvlJc w:val="left"/>
      <w:pPr>
        <w:ind w:left="1209" w:hanging="360"/>
      </w:pPr>
      <w:rPr>
        <w:rFonts w:ascii="Wingdings" w:hAnsi="Wingdings" w:hint="default"/>
        <w:b w:val="0"/>
        <w:i w:val="0"/>
        <w:color w:val="808080" w:themeColor="background1" w:themeShade="80"/>
        <w:sz w:val="20"/>
      </w:rPr>
    </w:lvl>
  </w:abstractNum>
  <w:abstractNum w:abstractNumId="2" w15:restartNumberingAfterBreak="0">
    <w:nsid w:val="FFFFFF82"/>
    <w:multiLevelType w:val="singleLevel"/>
    <w:tmpl w:val="C4F0A90E"/>
    <w:lvl w:ilvl="0">
      <w:start w:val="1"/>
      <w:numFmt w:val="bullet"/>
      <w:pStyle w:val="Aufzhlungszeichen3"/>
      <w:lvlText w:val=""/>
      <w:lvlJc w:val="left"/>
      <w:pPr>
        <w:ind w:left="926" w:hanging="360"/>
      </w:pPr>
      <w:rPr>
        <w:rFonts w:ascii="Wingdings" w:hAnsi="Wingdings" w:hint="default"/>
        <w:b w:val="0"/>
        <w:i w:val="0"/>
        <w:color w:val="808080" w:themeColor="background1" w:themeShade="80"/>
        <w:sz w:val="22"/>
      </w:rPr>
    </w:lvl>
  </w:abstractNum>
  <w:abstractNum w:abstractNumId="3" w15:restartNumberingAfterBreak="0">
    <w:nsid w:val="FFFFFF83"/>
    <w:multiLevelType w:val="singleLevel"/>
    <w:tmpl w:val="2DE27C6A"/>
    <w:lvl w:ilvl="0">
      <w:start w:val="1"/>
      <w:numFmt w:val="bullet"/>
      <w:pStyle w:val="Aufzhlungszeichen2"/>
      <w:lvlText w:val=""/>
      <w:lvlJc w:val="left"/>
      <w:pPr>
        <w:ind w:left="643" w:hanging="360"/>
      </w:pPr>
      <w:rPr>
        <w:rFonts w:ascii="Wingdings" w:hAnsi="Wingdings" w:hint="default"/>
        <w:b w:val="0"/>
        <w:i w:val="0"/>
        <w:color w:val="000000" w:themeColor="text1"/>
        <w:sz w:val="22"/>
      </w:rPr>
    </w:lvl>
  </w:abstractNum>
  <w:abstractNum w:abstractNumId="4" w15:restartNumberingAfterBreak="0">
    <w:nsid w:val="FFFFFF89"/>
    <w:multiLevelType w:val="singleLevel"/>
    <w:tmpl w:val="98DE28D0"/>
    <w:lvl w:ilvl="0">
      <w:start w:val="1"/>
      <w:numFmt w:val="bullet"/>
      <w:pStyle w:val="Aufzhlungszeichen"/>
      <w:lvlText w:val="&gt;"/>
      <w:lvlJc w:val="left"/>
      <w:pPr>
        <w:ind w:left="360" w:hanging="360"/>
      </w:pPr>
      <w:rPr>
        <w:rFonts w:ascii="Arial" w:hAnsi="Arial" w:hint="default"/>
        <w:b/>
        <w:i w:val="0"/>
        <w:color w:val="FDB700"/>
        <w:sz w:val="24"/>
      </w:rPr>
    </w:lvl>
  </w:abstractNum>
  <w:abstractNum w:abstractNumId="5" w15:restartNumberingAfterBreak="0">
    <w:nsid w:val="0FCE097F"/>
    <w:multiLevelType w:val="hybridMultilevel"/>
    <w:tmpl w:val="241CCB56"/>
    <w:lvl w:ilvl="0" w:tplc="2382B982">
      <w:numFmt w:val="bullet"/>
      <w:lvlText w:val=""/>
      <w:lvlJc w:val="left"/>
      <w:pPr>
        <w:ind w:left="644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2CF911CE"/>
    <w:multiLevelType w:val="hybridMultilevel"/>
    <w:tmpl w:val="932EE6E2"/>
    <w:lvl w:ilvl="0" w:tplc="21D2DE72">
      <w:start w:val="1"/>
      <w:numFmt w:val="decimal"/>
      <w:pStyle w:val="Num3"/>
      <w:lvlText w:val="%1)"/>
      <w:lvlJc w:val="left"/>
      <w:pPr>
        <w:ind w:left="1004" w:hanging="360"/>
      </w:pPr>
    </w:lvl>
    <w:lvl w:ilvl="1" w:tplc="ED7EB156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744621B"/>
    <w:multiLevelType w:val="hybridMultilevel"/>
    <w:tmpl w:val="2A5C8232"/>
    <w:lvl w:ilvl="0" w:tplc="139228F8">
      <w:start w:val="5"/>
      <w:numFmt w:val="bullet"/>
      <w:lvlText w:val=""/>
      <w:lvlJc w:val="left"/>
      <w:pPr>
        <w:ind w:left="929" w:hanging="360"/>
      </w:pPr>
      <w:rPr>
        <w:rFonts w:ascii="Wingdings" w:eastAsia="Times New Roman" w:hAnsi="Wingdings" w:cs="Arial" w:hint="default"/>
        <w:b/>
        <w:sz w:val="22"/>
      </w:rPr>
    </w:lvl>
    <w:lvl w:ilvl="1" w:tplc="0407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8" w15:restartNumberingAfterBreak="0">
    <w:nsid w:val="411A4768"/>
    <w:multiLevelType w:val="multilevel"/>
    <w:tmpl w:val="DFE26A06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pStyle w:val="PT-Nummernliste"/>
      <w:lvlText w:val="%2."/>
      <w:lvlJc w:val="left"/>
      <w:pPr>
        <w:ind w:left="907" w:hanging="340"/>
      </w:pPr>
      <w:rPr>
        <w:rFonts w:hint="default"/>
      </w:rPr>
    </w:lvl>
    <w:lvl w:ilvl="2">
      <w:start w:val="1"/>
      <w:numFmt w:val="ordinal"/>
      <w:lvlText w:val="%3"/>
      <w:lvlJc w:val="left"/>
      <w:pPr>
        <w:ind w:left="1474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1871F2B"/>
    <w:multiLevelType w:val="hybridMultilevel"/>
    <w:tmpl w:val="19B242B4"/>
    <w:lvl w:ilvl="0" w:tplc="6AFE2998">
      <w:start w:val="1"/>
      <w:numFmt w:val="bullet"/>
      <w:pStyle w:val="PT-Spiegelstrich"/>
      <w:lvlText w:val="&gt;"/>
      <w:lvlJc w:val="left"/>
      <w:pPr>
        <w:ind w:left="284" w:hanging="284"/>
      </w:pPr>
      <w:rPr>
        <w:rFonts w:ascii="Arial" w:hAnsi="Arial" w:hint="default"/>
        <w:b/>
        <w:i w:val="0"/>
        <w:color w:val="FDB700"/>
        <w:sz w:val="24"/>
      </w:rPr>
    </w:lvl>
    <w:lvl w:ilvl="1" w:tplc="A94E85D0">
      <w:start w:val="1"/>
      <w:numFmt w:val="bullet"/>
      <w:lvlText w:val=""/>
      <w:lvlJc w:val="left"/>
      <w:pPr>
        <w:ind w:left="823" w:hanging="397"/>
      </w:pPr>
      <w:rPr>
        <w:rFonts w:ascii="Wingdings" w:hAnsi="Wingdings" w:hint="default"/>
        <w:b w:val="0"/>
        <w:i w:val="0"/>
        <w:color w:val="808080" w:themeColor="background1" w:themeShade="80"/>
        <w:sz w:val="22"/>
      </w:rPr>
    </w:lvl>
    <w:lvl w:ilvl="2" w:tplc="EEA603F6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  <w:color w:val="808080" w:themeColor="background1" w:themeShade="80"/>
        <w:sz w:val="20"/>
      </w:rPr>
    </w:lvl>
    <w:lvl w:ilvl="3" w:tplc="8F46F3D6">
      <w:start w:val="1"/>
      <w:numFmt w:val="bullet"/>
      <w:lvlText w:val=""/>
      <w:lvlJc w:val="left"/>
      <w:pPr>
        <w:ind w:left="1134" w:hanging="283"/>
      </w:pPr>
      <w:rPr>
        <w:rFonts w:ascii="Wingdings" w:hAnsi="Wingdings" w:hint="default"/>
        <w:b w:val="0"/>
        <w:i w:val="0"/>
        <w:color w:val="808080" w:themeColor="background1" w:themeShade="80"/>
        <w:sz w:val="20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D6026C"/>
    <w:multiLevelType w:val="hybridMultilevel"/>
    <w:tmpl w:val="CFAEF432"/>
    <w:lvl w:ilvl="0" w:tplc="DE1C5772">
      <w:start w:val="1"/>
      <w:numFmt w:val="decimal"/>
      <w:pStyle w:val="Num1"/>
      <w:lvlText w:val="%1."/>
      <w:lvlJc w:val="left"/>
      <w:pPr>
        <w:ind w:left="360" w:hanging="360"/>
      </w:pPr>
      <w:rPr>
        <w:rFonts w:hint="default"/>
      </w:rPr>
    </w:lvl>
    <w:lvl w:ilvl="1" w:tplc="0748C61E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C5F2AE8"/>
    <w:multiLevelType w:val="hybridMultilevel"/>
    <w:tmpl w:val="F59058AC"/>
    <w:lvl w:ilvl="0" w:tplc="543860D2">
      <w:start w:val="1"/>
      <w:numFmt w:val="lowerLetter"/>
      <w:pStyle w:val="Num2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sz w:val="20"/>
      </w:r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137337A"/>
    <w:multiLevelType w:val="hybridMultilevel"/>
    <w:tmpl w:val="C408FD58"/>
    <w:lvl w:ilvl="0" w:tplc="DF9014F8">
      <w:start w:val="5"/>
      <w:numFmt w:val="bullet"/>
      <w:lvlText w:val=""/>
      <w:lvlJc w:val="left"/>
      <w:pPr>
        <w:ind w:left="929" w:hanging="360"/>
      </w:pPr>
      <w:rPr>
        <w:rFonts w:ascii="Wingdings" w:eastAsia="Times New Roman" w:hAnsi="Wingdings" w:cs="Aria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13" w15:restartNumberingAfterBreak="0">
    <w:nsid w:val="688B6F9A"/>
    <w:multiLevelType w:val="hybridMultilevel"/>
    <w:tmpl w:val="3E6AFB9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9676E3C"/>
    <w:multiLevelType w:val="hybridMultilevel"/>
    <w:tmpl w:val="D3223A10"/>
    <w:lvl w:ilvl="0" w:tplc="399A530E">
      <w:start w:val="1"/>
      <w:numFmt w:val="lowerLetter"/>
      <w:pStyle w:val="Num4"/>
      <w:lvlText w:val="%1)"/>
      <w:lvlJc w:val="left"/>
      <w:pPr>
        <w:ind w:left="1211" w:hanging="360"/>
      </w:pPr>
    </w:lvl>
    <w:lvl w:ilvl="1" w:tplc="04070019" w:tentative="1">
      <w:start w:val="1"/>
      <w:numFmt w:val="lowerLetter"/>
      <w:lvlText w:val="%2."/>
      <w:lvlJc w:val="left"/>
      <w:pPr>
        <w:ind w:left="2215" w:hanging="360"/>
      </w:pPr>
    </w:lvl>
    <w:lvl w:ilvl="2" w:tplc="0407001B" w:tentative="1">
      <w:start w:val="1"/>
      <w:numFmt w:val="lowerRoman"/>
      <w:lvlText w:val="%3."/>
      <w:lvlJc w:val="right"/>
      <w:pPr>
        <w:ind w:left="2935" w:hanging="180"/>
      </w:pPr>
    </w:lvl>
    <w:lvl w:ilvl="3" w:tplc="0407000F" w:tentative="1">
      <w:start w:val="1"/>
      <w:numFmt w:val="decimal"/>
      <w:lvlText w:val="%4."/>
      <w:lvlJc w:val="left"/>
      <w:pPr>
        <w:ind w:left="3655" w:hanging="360"/>
      </w:pPr>
    </w:lvl>
    <w:lvl w:ilvl="4" w:tplc="04070019" w:tentative="1">
      <w:start w:val="1"/>
      <w:numFmt w:val="lowerLetter"/>
      <w:lvlText w:val="%5."/>
      <w:lvlJc w:val="left"/>
      <w:pPr>
        <w:ind w:left="4375" w:hanging="360"/>
      </w:pPr>
    </w:lvl>
    <w:lvl w:ilvl="5" w:tplc="0407001B" w:tentative="1">
      <w:start w:val="1"/>
      <w:numFmt w:val="lowerRoman"/>
      <w:lvlText w:val="%6."/>
      <w:lvlJc w:val="right"/>
      <w:pPr>
        <w:ind w:left="5095" w:hanging="180"/>
      </w:pPr>
    </w:lvl>
    <w:lvl w:ilvl="6" w:tplc="0407000F" w:tentative="1">
      <w:start w:val="1"/>
      <w:numFmt w:val="decimal"/>
      <w:lvlText w:val="%7."/>
      <w:lvlJc w:val="left"/>
      <w:pPr>
        <w:ind w:left="5815" w:hanging="360"/>
      </w:pPr>
    </w:lvl>
    <w:lvl w:ilvl="7" w:tplc="04070019" w:tentative="1">
      <w:start w:val="1"/>
      <w:numFmt w:val="lowerLetter"/>
      <w:lvlText w:val="%8."/>
      <w:lvlJc w:val="left"/>
      <w:pPr>
        <w:ind w:left="6535" w:hanging="360"/>
      </w:pPr>
    </w:lvl>
    <w:lvl w:ilvl="8" w:tplc="0407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0"/>
  </w:num>
  <w:num w:numId="9">
    <w:abstractNumId w:val="11"/>
  </w:num>
  <w:num w:numId="10">
    <w:abstractNumId w:val="6"/>
  </w:num>
  <w:num w:numId="11">
    <w:abstractNumId w:val="14"/>
  </w:num>
  <w:num w:numId="12">
    <w:abstractNumId w:val="13"/>
  </w:num>
  <w:num w:numId="13">
    <w:abstractNumId w:val="5"/>
  </w:num>
  <w:num w:numId="14">
    <w:abstractNumId w:val="12"/>
  </w:num>
  <w:num w:numId="15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SortMethod w:val="0000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589"/>
    <w:rsid w:val="00016C3A"/>
    <w:rsid w:val="00023E2D"/>
    <w:rsid w:val="00043C20"/>
    <w:rsid w:val="00043CFB"/>
    <w:rsid w:val="00052D8A"/>
    <w:rsid w:val="00064F2F"/>
    <w:rsid w:val="00065453"/>
    <w:rsid w:val="000737ED"/>
    <w:rsid w:val="00076F89"/>
    <w:rsid w:val="00092849"/>
    <w:rsid w:val="000A1A24"/>
    <w:rsid w:val="000B4A5A"/>
    <w:rsid w:val="000C16A8"/>
    <w:rsid w:val="000D786E"/>
    <w:rsid w:val="000F61FC"/>
    <w:rsid w:val="00123749"/>
    <w:rsid w:val="001350D2"/>
    <w:rsid w:val="00136ED6"/>
    <w:rsid w:val="00145AA9"/>
    <w:rsid w:val="00156DD9"/>
    <w:rsid w:val="001B2C3C"/>
    <w:rsid w:val="001C237B"/>
    <w:rsid w:val="001D6614"/>
    <w:rsid w:val="001E2E25"/>
    <w:rsid w:val="001E52FA"/>
    <w:rsid w:val="001E6996"/>
    <w:rsid w:val="001F2D96"/>
    <w:rsid w:val="002240DD"/>
    <w:rsid w:val="0023278B"/>
    <w:rsid w:val="00252E67"/>
    <w:rsid w:val="00260CC0"/>
    <w:rsid w:val="002624FC"/>
    <w:rsid w:val="00263892"/>
    <w:rsid w:val="002867C9"/>
    <w:rsid w:val="00295D6A"/>
    <w:rsid w:val="002A041B"/>
    <w:rsid w:val="002B3589"/>
    <w:rsid w:val="002B6A46"/>
    <w:rsid w:val="002E4476"/>
    <w:rsid w:val="002F5A4D"/>
    <w:rsid w:val="002F746A"/>
    <w:rsid w:val="0030192E"/>
    <w:rsid w:val="00316CF6"/>
    <w:rsid w:val="0038098B"/>
    <w:rsid w:val="00392C76"/>
    <w:rsid w:val="003A6602"/>
    <w:rsid w:val="003C5AF0"/>
    <w:rsid w:val="003C6430"/>
    <w:rsid w:val="003D5B7B"/>
    <w:rsid w:val="003E4142"/>
    <w:rsid w:val="003F58E0"/>
    <w:rsid w:val="00414C22"/>
    <w:rsid w:val="004230E9"/>
    <w:rsid w:val="004305E8"/>
    <w:rsid w:val="00437493"/>
    <w:rsid w:val="00447934"/>
    <w:rsid w:val="00447B60"/>
    <w:rsid w:val="00452DCE"/>
    <w:rsid w:val="004540E1"/>
    <w:rsid w:val="004A3872"/>
    <w:rsid w:val="004A43AE"/>
    <w:rsid w:val="004B1D14"/>
    <w:rsid w:val="004C0DD9"/>
    <w:rsid w:val="00501062"/>
    <w:rsid w:val="00525AC6"/>
    <w:rsid w:val="005515FC"/>
    <w:rsid w:val="00557511"/>
    <w:rsid w:val="0056745C"/>
    <w:rsid w:val="00567CF1"/>
    <w:rsid w:val="00581DEE"/>
    <w:rsid w:val="00597B5C"/>
    <w:rsid w:val="005C3E8D"/>
    <w:rsid w:val="005E68A9"/>
    <w:rsid w:val="005F2834"/>
    <w:rsid w:val="0062648E"/>
    <w:rsid w:val="00626F42"/>
    <w:rsid w:val="006629E2"/>
    <w:rsid w:val="00666F58"/>
    <w:rsid w:val="00672FD9"/>
    <w:rsid w:val="00673853"/>
    <w:rsid w:val="00675B77"/>
    <w:rsid w:val="00677CAB"/>
    <w:rsid w:val="00694E91"/>
    <w:rsid w:val="006C1BD4"/>
    <w:rsid w:val="006C3DBE"/>
    <w:rsid w:val="006E3CF6"/>
    <w:rsid w:val="0071598B"/>
    <w:rsid w:val="00723FED"/>
    <w:rsid w:val="00736A5F"/>
    <w:rsid w:val="00736EC2"/>
    <w:rsid w:val="007674DC"/>
    <w:rsid w:val="00792EB7"/>
    <w:rsid w:val="00794EFC"/>
    <w:rsid w:val="0079595A"/>
    <w:rsid w:val="00796D84"/>
    <w:rsid w:val="007A5F50"/>
    <w:rsid w:val="007C210F"/>
    <w:rsid w:val="007D27FE"/>
    <w:rsid w:val="007E48A8"/>
    <w:rsid w:val="007F13CD"/>
    <w:rsid w:val="007F4D28"/>
    <w:rsid w:val="007F59E3"/>
    <w:rsid w:val="008016E2"/>
    <w:rsid w:val="00801D52"/>
    <w:rsid w:val="00820BFE"/>
    <w:rsid w:val="00836F6C"/>
    <w:rsid w:val="00842C40"/>
    <w:rsid w:val="0084585B"/>
    <w:rsid w:val="00854074"/>
    <w:rsid w:val="00896E68"/>
    <w:rsid w:val="00897F6A"/>
    <w:rsid w:val="008A1EEF"/>
    <w:rsid w:val="008A3BD2"/>
    <w:rsid w:val="008B4303"/>
    <w:rsid w:val="008B7A85"/>
    <w:rsid w:val="008C3040"/>
    <w:rsid w:val="008D4D03"/>
    <w:rsid w:val="008D5EC1"/>
    <w:rsid w:val="008E1AC1"/>
    <w:rsid w:val="008E3CE8"/>
    <w:rsid w:val="008E4500"/>
    <w:rsid w:val="008E4775"/>
    <w:rsid w:val="008E4D11"/>
    <w:rsid w:val="008F1782"/>
    <w:rsid w:val="008F2663"/>
    <w:rsid w:val="008F45E3"/>
    <w:rsid w:val="008F463C"/>
    <w:rsid w:val="009139F7"/>
    <w:rsid w:val="0091712C"/>
    <w:rsid w:val="009269DF"/>
    <w:rsid w:val="0095663B"/>
    <w:rsid w:val="009A4521"/>
    <w:rsid w:val="009A69D5"/>
    <w:rsid w:val="009C1810"/>
    <w:rsid w:val="009F392F"/>
    <w:rsid w:val="00A079E5"/>
    <w:rsid w:val="00A50518"/>
    <w:rsid w:val="00A53DF7"/>
    <w:rsid w:val="00A75335"/>
    <w:rsid w:val="00A80B80"/>
    <w:rsid w:val="00A94CAF"/>
    <w:rsid w:val="00AB0FCC"/>
    <w:rsid w:val="00AD0E69"/>
    <w:rsid w:val="00AD16D3"/>
    <w:rsid w:val="00AD611C"/>
    <w:rsid w:val="00AF01E3"/>
    <w:rsid w:val="00AF3578"/>
    <w:rsid w:val="00AF6E8C"/>
    <w:rsid w:val="00B17427"/>
    <w:rsid w:val="00B342BA"/>
    <w:rsid w:val="00B40BFC"/>
    <w:rsid w:val="00B41F3C"/>
    <w:rsid w:val="00B479F6"/>
    <w:rsid w:val="00B63C3B"/>
    <w:rsid w:val="00B738B9"/>
    <w:rsid w:val="00B77014"/>
    <w:rsid w:val="00B90552"/>
    <w:rsid w:val="00BA2EB8"/>
    <w:rsid w:val="00BB524D"/>
    <w:rsid w:val="00BC4A0E"/>
    <w:rsid w:val="00BC5A56"/>
    <w:rsid w:val="00BC5CB0"/>
    <w:rsid w:val="00BD0F3E"/>
    <w:rsid w:val="00BD2D6A"/>
    <w:rsid w:val="00BE13BA"/>
    <w:rsid w:val="00BE5323"/>
    <w:rsid w:val="00C069EF"/>
    <w:rsid w:val="00C11335"/>
    <w:rsid w:val="00C158FC"/>
    <w:rsid w:val="00C3163D"/>
    <w:rsid w:val="00C4092C"/>
    <w:rsid w:val="00C476A6"/>
    <w:rsid w:val="00C540EC"/>
    <w:rsid w:val="00C55732"/>
    <w:rsid w:val="00C56A72"/>
    <w:rsid w:val="00C70866"/>
    <w:rsid w:val="00C76328"/>
    <w:rsid w:val="00C9317B"/>
    <w:rsid w:val="00CA2A5A"/>
    <w:rsid w:val="00CD0B25"/>
    <w:rsid w:val="00CD6704"/>
    <w:rsid w:val="00CE3FE8"/>
    <w:rsid w:val="00D16FAE"/>
    <w:rsid w:val="00D24174"/>
    <w:rsid w:val="00D355E8"/>
    <w:rsid w:val="00D5039C"/>
    <w:rsid w:val="00D71AFF"/>
    <w:rsid w:val="00D76FBA"/>
    <w:rsid w:val="00D92004"/>
    <w:rsid w:val="00D93AC4"/>
    <w:rsid w:val="00DA4B62"/>
    <w:rsid w:val="00DB5B5A"/>
    <w:rsid w:val="00E04543"/>
    <w:rsid w:val="00E474CB"/>
    <w:rsid w:val="00E6311F"/>
    <w:rsid w:val="00E87D2D"/>
    <w:rsid w:val="00E97861"/>
    <w:rsid w:val="00EA2929"/>
    <w:rsid w:val="00ED736D"/>
    <w:rsid w:val="00EF4F2F"/>
    <w:rsid w:val="00EF6141"/>
    <w:rsid w:val="00F10857"/>
    <w:rsid w:val="00F452C8"/>
    <w:rsid w:val="00F54006"/>
    <w:rsid w:val="00F90EBC"/>
    <w:rsid w:val="00F970AB"/>
    <w:rsid w:val="00FB26CA"/>
    <w:rsid w:val="00FC27F8"/>
    <w:rsid w:val="00FC39EA"/>
    <w:rsid w:val="00FD6609"/>
    <w:rsid w:val="00FF3C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F3E2DD6-9F1D-439D-A6E1-D7DC8DC67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heading 3" w:semiHidden="1" w:unhideWhenUsed="1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uiPriority="99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D5EC1"/>
    <w:pPr>
      <w:spacing w:after="120"/>
    </w:pPr>
    <w:rPr>
      <w:rFonts w:ascii="Arial" w:hAnsi="Arial" w:cs="Calibri"/>
      <w:sz w:val="20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autoRedefine/>
    <w:uiPriority w:val="99"/>
    <w:qFormat/>
    <w:rsid w:val="00C069EF"/>
    <w:pPr>
      <w:keepNext/>
      <w:spacing w:before="240" w:line="288" w:lineRule="auto"/>
      <w:outlineLvl w:val="0"/>
    </w:pPr>
    <w:rPr>
      <w:rFonts w:ascii="Arial Narrow" w:eastAsiaTheme="minorHAnsi" w:hAnsi="Arial Narrow" w:cstheme="minorBidi"/>
      <w:b/>
      <w:color w:val="1AA5E9"/>
      <w:sz w:val="24"/>
      <w:szCs w:val="24"/>
    </w:rPr>
  </w:style>
  <w:style w:type="paragraph" w:styleId="berschrift2">
    <w:name w:val="heading 2"/>
    <w:basedOn w:val="Standard"/>
    <w:next w:val="Standard"/>
    <w:link w:val="berschrift2Zchn"/>
    <w:autoRedefine/>
    <w:uiPriority w:val="99"/>
    <w:qFormat/>
    <w:rsid w:val="00C069EF"/>
    <w:pPr>
      <w:keepNext/>
      <w:spacing w:before="240" w:line="288" w:lineRule="auto"/>
      <w:outlineLvl w:val="1"/>
    </w:pPr>
    <w:rPr>
      <w:rFonts w:ascii="Arial Narrow" w:eastAsiaTheme="minorHAnsi" w:hAnsi="Arial Narrow" w:cstheme="minorBidi"/>
      <w:b/>
      <w:color w:val="6D6D6D"/>
      <w:sz w:val="24"/>
      <w:szCs w:val="24"/>
    </w:rPr>
  </w:style>
  <w:style w:type="paragraph" w:styleId="berschrift3">
    <w:name w:val="heading 3"/>
    <w:basedOn w:val="berschrift2"/>
    <w:next w:val="Standard"/>
    <w:link w:val="berschrift3Zchn"/>
    <w:autoRedefine/>
    <w:uiPriority w:val="99"/>
    <w:qFormat/>
    <w:rsid w:val="00F970AB"/>
    <w:pPr>
      <w:spacing w:line="360" w:lineRule="auto"/>
      <w:ind w:left="567"/>
      <w:outlineLvl w:val="2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D3703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-Standardschriftart"/>
    <w:uiPriority w:val="99"/>
    <w:semiHidden/>
    <w:rsid w:val="005250EC"/>
    <w:rPr>
      <w:rFonts w:ascii="Lucida Grande" w:hAnsi="Lucida Grande"/>
      <w:sz w:val="18"/>
      <w:szCs w:val="18"/>
    </w:rPr>
  </w:style>
  <w:style w:type="character" w:customStyle="1" w:styleId="berschrift1Zchn">
    <w:name w:val="Überschrift 1 Zchn"/>
    <w:link w:val="berschrift1"/>
    <w:uiPriority w:val="99"/>
    <w:rsid w:val="00C069EF"/>
    <w:rPr>
      <w:rFonts w:ascii="Arial Narrow" w:eastAsiaTheme="minorHAnsi" w:hAnsi="Arial Narrow" w:cstheme="minorBidi"/>
      <w:b/>
      <w:color w:val="1AA5E9"/>
      <w:lang w:eastAsia="en-US"/>
    </w:rPr>
  </w:style>
  <w:style w:type="character" w:customStyle="1" w:styleId="berschrift2Zchn">
    <w:name w:val="Überschrift 2 Zchn"/>
    <w:link w:val="berschrift2"/>
    <w:uiPriority w:val="99"/>
    <w:rsid w:val="00C069EF"/>
    <w:rPr>
      <w:rFonts w:ascii="Arial Narrow" w:eastAsiaTheme="minorHAnsi" w:hAnsi="Arial Narrow" w:cstheme="minorBidi"/>
      <w:b/>
      <w:color w:val="6D6D6D"/>
      <w:lang w:eastAsia="en-US"/>
    </w:rPr>
  </w:style>
  <w:style w:type="character" w:customStyle="1" w:styleId="berschrift3Zchn">
    <w:name w:val="Überschrift 3 Zchn"/>
    <w:link w:val="berschrift3"/>
    <w:uiPriority w:val="99"/>
    <w:rsid w:val="00F970AB"/>
    <w:rPr>
      <w:rFonts w:ascii="Arial Narrow" w:eastAsiaTheme="minorHAnsi" w:hAnsi="Arial Narrow" w:cstheme="minorBidi"/>
      <w:b/>
      <w:color w:val="6D6D6D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6D3703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autoRedefine/>
    <w:uiPriority w:val="99"/>
    <w:semiHidden/>
    <w:rsid w:val="008D5EC1"/>
    <w:pPr>
      <w:spacing w:after="0"/>
    </w:pPr>
    <w:rPr>
      <w:rFonts w:eastAsia="Times New Roman" w:cs="Times New Roman"/>
      <w:sz w:val="18"/>
      <w:szCs w:val="20"/>
      <w:lang w:eastAsia="de-DE"/>
    </w:rPr>
  </w:style>
  <w:style w:type="character" w:customStyle="1" w:styleId="FunotentextZchn">
    <w:name w:val="Fußnotentext Zchn"/>
    <w:link w:val="Funotentext"/>
    <w:uiPriority w:val="99"/>
    <w:semiHidden/>
    <w:rsid w:val="008D5EC1"/>
    <w:rPr>
      <w:rFonts w:ascii="Arial" w:eastAsia="Times New Roman" w:hAnsi="Arial"/>
      <w:sz w:val="18"/>
      <w:szCs w:val="20"/>
    </w:rPr>
  </w:style>
  <w:style w:type="character" w:styleId="Funotenzeichen">
    <w:name w:val="footnote reference"/>
    <w:semiHidden/>
    <w:rsid w:val="006D3703"/>
    <w:rPr>
      <w:vertAlign w:val="superscript"/>
    </w:rPr>
  </w:style>
  <w:style w:type="character" w:styleId="Hyperlink">
    <w:name w:val="Hyperlink"/>
    <w:uiPriority w:val="99"/>
    <w:rsid w:val="006D370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rsid w:val="008D7289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8D7289"/>
  </w:style>
  <w:style w:type="paragraph" w:styleId="Fuzeile">
    <w:name w:val="footer"/>
    <w:basedOn w:val="Standard"/>
    <w:link w:val="FuzeileZchn"/>
    <w:uiPriority w:val="99"/>
    <w:rsid w:val="008D7289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8D7289"/>
  </w:style>
  <w:style w:type="paragraph" w:customStyle="1" w:styleId="A1">
    <w:name w:val="A1"/>
    <w:basedOn w:val="Textkrper"/>
    <w:rsid w:val="005D3E99"/>
    <w:pPr>
      <w:spacing w:before="240" w:after="0" w:line="320" w:lineRule="atLeast"/>
      <w:ind w:left="567"/>
      <w:jc w:val="both"/>
    </w:pPr>
    <w:rPr>
      <w:rFonts w:ascii="Times New Roman" w:eastAsia="Times New Roman" w:hAnsi="Times New Roman" w:cs="Times New Roman"/>
      <w:spacing w:val="6"/>
      <w:sz w:val="24"/>
      <w:szCs w:val="24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D3E99"/>
  </w:style>
  <w:style w:type="character" w:customStyle="1" w:styleId="TextkrperZchn">
    <w:name w:val="Textkörper Zchn"/>
    <w:link w:val="Textkrper"/>
    <w:uiPriority w:val="99"/>
    <w:semiHidden/>
    <w:rsid w:val="005D3E99"/>
    <w:rPr>
      <w:rFonts w:cs="Calibri"/>
      <w:lang w:eastAsia="en-US"/>
    </w:rPr>
  </w:style>
  <w:style w:type="paragraph" w:customStyle="1" w:styleId="A2">
    <w:name w:val="A2"/>
    <w:basedOn w:val="Textkrper"/>
    <w:rsid w:val="00AC1701"/>
    <w:pPr>
      <w:spacing w:before="240" w:after="0" w:line="320" w:lineRule="atLeast"/>
      <w:ind w:left="1134"/>
      <w:jc w:val="both"/>
    </w:pPr>
    <w:rPr>
      <w:rFonts w:ascii="Times New Roman" w:eastAsia="Times New Roman" w:hAnsi="Times New Roman" w:cs="Times New Roman"/>
      <w:spacing w:val="6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071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uiPriority w:val="99"/>
    <w:semiHidden/>
    <w:unhideWhenUsed/>
    <w:rsid w:val="00AE0B1D"/>
    <w:rPr>
      <w:color w:val="800080"/>
      <w:u w:val="singl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17519F"/>
    <w:pPr>
      <w:outlineLvl w:val="9"/>
    </w:pPr>
    <w:rPr>
      <w:rFonts w:cs="Times New Roman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E3251F"/>
    <w:pPr>
      <w:tabs>
        <w:tab w:val="left" w:pos="567"/>
        <w:tab w:val="right" w:pos="9072"/>
      </w:tabs>
      <w:spacing w:before="240"/>
    </w:pPr>
    <w:rPr>
      <w:rFonts w:ascii="Arial Narrow Bold" w:hAnsi="Arial Narrow Bold"/>
      <w:caps/>
      <w:color w:val="1AA5E9"/>
    </w:rPr>
  </w:style>
  <w:style w:type="paragraph" w:styleId="Verzeichnis2">
    <w:name w:val="toc 2"/>
    <w:basedOn w:val="Verzeichnis1"/>
    <w:next w:val="Standard"/>
    <w:autoRedefine/>
    <w:uiPriority w:val="39"/>
    <w:unhideWhenUsed/>
    <w:rsid w:val="00E3251F"/>
    <w:pPr>
      <w:spacing w:before="0" w:after="0"/>
    </w:pPr>
    <w:rPr>
      <w:caps w:val="0"/>
      <w:color w:val="auto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D96DAE"/>
    <w:rPr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D96DAE"/>
    <w:rPr>
      <w:rFonts w:cs="Calibri"/>
      <w:lang w:eastAsia="en-US"/>
    </w:rPr>
  </w:style>
  <w:style w:type="character" w:styleId="Endnotenzeichen">
    <w:name w:val="endnote reference"/>
    <w:basedOn w:val="Absatz-Standardschriftart"/>
    <w:uiPriority w:val="99"/>
    <w:semiHidden/>
    <w:unhideWhenUsed/>
    <w:rsid w:val="00723FED"/>
    <w:rPr>
      <w:rFonts w:ascii="Arial" w:hAnsi="Arial"/>
      <w:sz w:val="18"/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F84B42"/>
    <w:rPr>
      <w:b/>
      <w:bCs/>
      <w:i/>
      <w:i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A615FA"/>
    <w:pPr>
      <w:ind w:left="720"/>
      <w:contextualSpacing/>
    </w:pPr>
  </w:style>
  <w:style w:type="paragraph" w:styleId="Kommentartext">
    <w:name w:val="annotation text"/>
    <w:basedOn w:val="Standard"/>
    <w:link w:val="KommentartextZchn"/>
    <w:uiPriority w:val="99"/>
    <w:unhideWhenUsed/>
    <w:rsid w:val="00FD07A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D07AE"/>
    <w:rPr>
      <w:rFonts w:cs="Calibri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80DA8"/>
    <w:rPr>
      <w:sz w:val="16"/>
      <w:szCs w:val="16"/>
    </w:rPr>
  </w:style>
  <w:style w:type="paragraph" w:styleId="Verzeichnis3">
    <w:name w:val="toc 3"/>
    <w:basedOn w:val="Verzeichnis2"/>
    <w:next w:val="Standard"/>
    <w:autoRedefine/>
    <w:uiPriority w:val="39"/>
    <w:unhideWhenUsed/>
    <w:rsid w:val="0039582F"/>
    <w:pPr>
      <w:ind w:left="227"/>
    </w:pPr>
    <w:rPr>
      <w:rFonts w:ascii="Arial Narrow" w:hAnsi="Arial Narrow"/>
      <w:b/>
      <w:color w:val="6D6D6D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1175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11751"/>
    <w:rPr>
      <w:rFonts w:cs="Calibri"/>
      <w:b/>
      <w:bCs/>
      <w:lang w:eastAsia="en-US"/>
    </w:rPr>
  </w:style>
  <w:style w:type="paragraph" w:styleId="Beschriftung">
    <w:name w:val="caption"/>
    <w:basedOn w:val="Standard"/>
    <w:next w:val="Standard"/>
    <w:uiPriority w:val="35"/>
    <w:unhideWhenUsed/>
    <w:qFormat/>
    <w:rsid w:val="00146A3F"/>
    <w:rPr>
      <w:b/>
      <w:bCs/>
      <w:color w:val="4F81BD" w:themeColor="accent1"/>
      <w:sz w:val="18"/>
      <w:szCs w:val="18"/>
    </w:rPr>
  </w:style>
  <w:style w:type="paragraph" w:styleId="berarbeitung">
    <w:name w:val="Revision"/>
    <w:hidden/>
    <w:uiPriority w:val="99"/>
    <w:semiHidden/>
    <w:rsid w:val="00B117F0"/>
    <w:rPr>
      <w:rFonts w:cs="Calibri"/>
      <w:sz w:val="22"/>
      <w:szCs w:val="22"/>
      <w:lang w:eastAsia="en-US"/>
    </w:rPr>
  </w:style>
  <w:style w:type="paragraph" w:customStyle="1" w:styleId="PT-Titel">
    <w:name w:val="PT-Titel"/>
    <w:basedOn w:val="Standard"/>
    <w:qFormat/>
    <w:rsid w:val="00A50518"/>
    <w:pPr>
      <w:spacing w:after="360" w:line="288" w:lineRule="auto"/>
    </w:pPr>
    <w:rPr>
      <w:rFonts w:ascii="Arial Narrow" w:eastAsiaTheme="minorHAnsi" w:hAnsi="Arial Narrow" w:cstheme="minorBidi"/>
      <w:b/>
      <w:color w:val="1AA5E9"/>
      <w:sz w:val="40"/>
      <w:szCs w:val="24"/>
    </w:rPr>
  </w:style>
  <w:style w:type="paragraph" w:customStyle="1" w:styleId="PT-Spiegelstrich">
    <w:name w:val="PT-Spiegelstrich"/>
    <w:basedOn w:val="Standard"/>
    <w:autoRedefine/>
    <w:qFormat/>
    <w:rsid w:val="00AB0FCC"/>
    <w:pPr>
      <w:numPr>
        <w:numId w:val="1"/>
      </w:numPr>
      <w:contextualSpacing/>
    </w:pPr>
    <w:rPr>
      <w:rFonts w:eastAsiaTheme="minorHAnsi" w:cstheme="minorBidi"/>
      <w:szCs w:val="24"/>
    </w:rPr>
  </w:style>
  <w:style w:type="paragraph" w:customStyle="1" w:styleId="PT-Bildunterschrift">
    <w:name w:val="PT-Bildunterschrift"/>
    <w:basedOn w:val="Standard"/>
    <w:qFormat/>
    <w:rsid w:val="00A00C20"/>
    <w:rPr>
      <w:rFonts w:ascii="Arial Narrow" w:hAnsi="Arial Narrow"/>
      <w:color w:val="000000" w:themeColor="text1"/>
      <w:sz w:val="18"/>
    </w:rPr>
  </w:style>
  <w:style w:type="paragraph" w:styleId="Verzeichnis4">
    <w:name w:val="toc 4"/>
    <w:basedOn w:val="Standard"/>
    <w:next w:val="Standard"/>
    <w:autoRedefine/>
    <w:uiPriority w:val="39"/>
    <w:rsid w:val="00671BB9"/>
    <w:pPr>
      <w:spacing w:after="0"/>
    </w:pPr>
    <w:rPr>
      <w:rFonts w:asciiTheme="minorHAnsi" w:hAnsiTheme="minorHAnsi"/>
      <w:sz w:val="22"/>
    </w:rPr>
  </w:style>
  <w:style w:type="paragraph" w:styleId="Verzeichnis5">
    <w:name w:val="toc 5"/>
    <w:basedOn w:val="Standard"/>
    <w:next w:val="Standard"/>
    <w:autoRedefine/>
    <w:uiPriority w:val="39"/>
    <w:rsid w:val="00671BB9"/>
    <w:pPr>
      <w:spacing w:after="0"/>
    </w:pPr>
    <w:rPr>
      <w:rFonts w:asciiTheme="minorHAnsi" w:hAnsiTheme="minorHAnsi"/>
      <w:sz w:val="22"/>
    </w:rPr>
  </w:style>
  <w:style w:type="paragraph" w:styleId="Verzeichnis6">
    <w:name w:val="toc 6"/>
    <w:basedOn w:val="Standard"/>
    <w:next w:val="Standard"/>
    <w:autoRedefine/>
    <w:uiPriority w:val="39"/>
    <w:rsid w:val="00671BB9"/>
    <w:pPr>
      <w:spacing w:after="0"/>
    </w:pPr>
    <w:rPr>
      <w:rFonts w:asciiTheme="minorHAnsi" w:hAnsiTheme="minorHAnsi"/>
      <w:sz w:val="22"/>
    </w:rPr>
  </w:style>
  <w:style w:type="paragraph" w:styleId="Verzeichnis7">
    <w:name w:val="toc 7"/>
    <w:basedOn w:val="Standard"/>
    <w:next w:val="Standard"/>
    <w:autoRedefine/>
    <w:uiPriority w:val="39"/>
    <w:rsid w:val="00671BB9"/>
    <w:pPr>
      <w:spacing w:after="0"/>
    </w:pPr>
    <w:rPr>
      <w:rFonts w:asciiTheme="minorHAnsi" w:hAnsiTheme="minorHAnsi"/>
      <w:sz w:val="22"/>
    </w:rPr>
  </w:style>
  <w:style w:type="paragraph" w:styleId="Verzeichnis8">
    <w:name w:val="toc 8"/>
    <w:basedOn w:val="Standard"/>
    <w:next w:val="Standard"/>
    <w:autoRedefine/>
    <w:uiPriority w:val="39"/>
    <w:rsid w:val="00671BB9"/>
    <w:pPr>
      <w:spacing w:after="0"/>
    </w:pPr>
    <w:rPr>
      <w:rFonts w:asciiTheme="minorHAnsi" w:hAnsiTheme="minorHAnsi"/>
      <w:sz w:val="22"/>
    </w:rPr>
  </w:style>
  <w:style w:type="paragraph" w:styleId="Verzeichnis9">
    <w:name w:val="toc 9"/>
    <w:basedOn w:val="Standard"/>
    <w:next w:val="Standard"/>
    <w:autoRedefine/>
    <w:uiPriority w:val="39"/>
    <w:rsid w:val="00671BB9"/>
    <w:pPr>
      <w:spacing w:after="0"/>
    </w:pPr>
    <w:rPr>
      <w:rFonts w:asciiTheme="minorHAnsi" w:hAnsiTheme="minorHAnsi"/>
      <w:sz w:val="22"/>
    </w:rPr>
  </w:style>
  <w:style w:type="table" w:styleId="HelleSchattierung-Akzent1">
    <w:name w:val="Light Shading Accent 1"/>
    <w:basedOn w:val="NormaleTabelle"/>
    <w:rsid w:val="009517B7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fault">
    <w:name w:val="Default"/>
    <w:rsid w:val="00AF3A4B"/>
    <w:pPr>
      <w:autoSpaceDE w:val="0"/>
      <w:autoSpaceDN w:val="0"/>
      <w:adjustRightInd w:val="0"/>
    </w:pPr>
    <w:rPr>
      <w:rFonts w:ascii="Times New Roman" w:hAnsi="Times New Roman"/>
      <w:color w:val="000000"/>
    </w:rPr>
  </w:style>
  <w:style w:type="paragraph" w:styleId="NurText">
    <w:name w:val="Plain Text"/>
    <w:basedOn w:val="Standard"/>
    <w:link w:val="NurTextZchn"/>
    <w:uiPriority w:val="99"/>
    <w:unhideWhenUsed/>
    <w:rsid w:val="00CE7E82"/>
    <w:pPr>
      <w:spacing w:after="0"/>
    </w:pPr>
    <w:rPr>
      <w:rFonts w:ascii="Calibri" w:eastAsiaTheme="minorHAnsi" w:hAnsi="Calibri" w:cstheme="minorBid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CE7E82"/>
    <w:rPr>
      <w:rFonts w:eastAsiaTheme="minorHAnsi" w:cstheme="minorBidi"/>
      <w:sz w:val="22"/>
      <w:szCs w:val="21"/>
      <w:lang w:eastAsia="en-US"/>
    </w:rPr>
  </w:style>
  <w:style w:type="paragraph" w:customStyle="1" w:styleId="PT-Nummernliste">
    <w:name w:val="PT-Nummernliste"/>
    <w:basedOn w:val="PT-Spiegelstrich"/>
    <w:autoRedefine/>
    <w:qFormat/>
    <w:rsid w:val="003C5AF0"/>
    <w:pPr>
      <w:numPr>
        <w:ilvl w:val="1"/>
        <w:numId w:val="2"/>
      </w:numPr>
    </w:pPr>
  </w:style>
  <w:style w:type="paragraph" w:customStyle="1" w:styleId="PT-Einschub">
    <w:name w:val="PT-Einschub"/>
    <w:basedOn w:val="Standard"/>
    <w:qFormat/>
    <w:rsid w:val="00842C40"/>
    <w:pPr>
      <w:ind w:left="567"/>
    </w:pPr>
    <w:rPr>
      <w:color w:val="595959" w:themeColor="text1" w:themeTint="A6"/>
      <w:sz w:val="18"/>
    </w:rPr>
  </w:style>
  <w:style w:type="character" w:styleId="Platzhaltertext">
    <w:name w:val="Placeholder Text"/>
    <w:basedOn w:val="Absatz-Standardschriftart"/>
    <w:uiPriority w:val="99"/>
    <w:rsid w:val="00557511"/>
    <w:rPr>
      <w:color w:val="808080"/>
    </w:rPr>
  </w:style>
  <w:style w:type="paragraph" w:styleId="Aufzhlungszeichen">
    <w:name w:val="List Bullet"/>
    <w:basedOn w:val="Standard"/>
    <w:link w:val="AufzhlungszeichenZchn"/>
    <w:autoRedefine/>
    <w:rsid w:val="004230E9"/>
    <w:pPr>
      <w:numPr>
        <w:numId w:val="3"/>
      </w:numPr>
      <w:ind w:left="284" w:hanging="284"/>
      <w:contextualSpacing/>
    </w:pPr>
  </w:style>
  <w:style w:type="paragraph" w:styleId="Aufzhlungszeichen2">
    <w:name w:val="List Bullet 2"/>
    <w:basedOn w:val="Standard"/>
    <w:link w:val="Aufzhlungszeichen2Zchn"/>
    <w:autoRedefine/>
    <w:rsid w:val="004230E9"/>
    <w:pPr>
      <w:numPr>
        <w:numId w:val="4"/>
      </w:numPr>
      <w:ind w:left="568" w:hanging="284"/>
      <w:contextualSpacing/>
    </w:pPr>
    <w:rPr>
      <w:color w:val="000000" w:themeColor="text1"/>
    </w:rPr>
  </w:style>
  <w:style w:type="paragraph" w:styleId="Aufzhlungszeichen3">
    <w:name w:val="List Bullet 3"/>
    <w:basedOn w:val="Standard"/>
    <w:link w:val="Aufzhlungszeichen3Zchn"/>
    <w:autoRedefine/>
    <w:rsid w:val="004A3872"/>
    <w:pPr>
      <w:numPr>
        <w:numId w:val="5"/>
      </w:numPr>
      <w:ind w:left="851" w:hanging="284"/>
      <w:contextualSpacing/>
    </w:pPr>
    <w:rPr>
      <w:color w:val="000000" w:themeColor="text1"/>
    </w:rPr>
  </w:style>
  <w:style w:type="paragraph" w:styleId="Aufzhlungszeichen4">
    <w:name w:val="List Bullet 4"/>
    <w:basedOn w:val="Standard"/>
    <w:link w:val="Aufzhlungszeichen4Zchn"/>
    <w:autoRedefine/>
    <w:rsid w:val="004A3872"/>
    <w:pPr>
      <w:numPr>
        <w:numId w:val="6"/>
      </w:numPr>
      <w:ind w:left="1135" w:hanging="284"/>
      <w:contextualSpacing/>
    </w:pPr>
  </w:style>
  <w:style w:type="paragraph" w:styleId="Abbildungsverzeichnis">
    <w:name w:val="table of figures"/>
    <w:basedOn w:val="Standard"/>
    <w:next w:val="Standard"/>
    <w:rsid w:val="008E4775"/>
    <w:pPr>
      <w:spacing w:after="0"/>
    </w:pPr>
  </w:style>
  <w:style w:type="paragraph" w:styleId="Aufzhlungszeichen5">
    <w:name w:val="List Bullet 5"/>
    <w:basedOn w:val="Standard"/>
    <w:rsid w:val="004A3872"/>
    <w:pPr>
      <w:numPr>
        <w:numId w:val="7"/>
      </w:numPr>
      <w:contextualSpacing/>
    </w:pPr>
  </w:style>
  <w:style w:type="paragraph" w:styleId="StandardWeb">
    <w:name w:val="Normal (Web)"/>
    <w:basedOn w:val="Standard"/>
    <w:rsid w:val="00A079E5"/>
    <w:rPr>
      <w:rFonts w:ascii="Times New Roman" w:hAnsi="Times New Roman" w:cs="Times New Roman"/>
      <w:sz w:val="24"/>
      <w:szCs w:val="24"/>
    </w:rPr>
  </w:style>
  <w:style w:type="paragraph" w:customStyle="1" w:styleId="1Ebene">
    <w:name w:val="1. Ebene"/>
    <w:basedOn w:val="Aufzhlungszeichen"/>
    <w:link w:val="1EbeneZchn"/>
    <w:qFormat/>
    <w:rsid w:val="009C1810"/>
    <w:pPr>
      <w:spacing w:after="0"/>
    </w:pPr>
  </w:style>
  <w:style w:type="paragraph" w:customStyle="1" w:styleId="2Ebene">
    <w:name w:val="2. Ebene"/>
    <w:basedOn w:val="Aufzhlungszeichen2"/>
    <w:link w:val="2EbeneZchn"/>
    <w:qFormat/>
    <w:rsid w:val="009C1810"/>
    <w:pPr>
      <w:spacing w:after="0"/>
    </w:pPr>
  </w:style>
  <w:style w:type="character" w:customStyle="1" w:styleId="AufzhlungszeichenZchn">
    <w:name w:val="Aufzählungszeichen Zchn"/>
    <w:basedOn w:val="Absatz-Standardschriftart"/>
    <w:link w:val="Aufzhlungszeichen"/>
    <w:rsid w:val="004230E9"/>
    <w:rPr>
      <w:rFonts w:ascii="Arial" w:hAnsi="Arial" w:cs="Calibri"/>
      <w:sz w:val="20"/>
      <w:szCs w:val="22"/>
      <w:lang w:eastAsia="en-US"/>
    </w:rPr>
  </w:style>
  <w:style w:type="character" w:customStyle="1" w:styleId="1EbeneZchn">
    <w:name w:val="1. Ebene Zchn"/>
    <w:basedOn w:val="AufzhlungszeichenZchn"/>
    <w:link w:val="1Ebene"/>
    <w:rsid w:val="009C1810"/>
    <w:rPr>
      <w:rFonts w:ascii="Arial" w:hAnsi="Arial" w:cs="Calibri"/>
      <w:sz w:val="20"/>
      <w:szCs w:val="22"/>
      <w:lang w:eastAsia="en-US"/>
    </w:rPr>
  </w:style>
  <w:style w:type="paragraph" w:customStyle="1" w:styleId="3Ebene">
    <w:name w:val="3. Ebene"/>
    <w:basedOn w:val="Aufzhlungszeichen3"/>
    <w:link w:val="3EbeneZchn"/>
    <w:qFormat/>
    <w:rsid w:val="009C1810"/>
    <w:pPr>
      <w:spacing w:after="0"/>
    </w:pPr>
  </w:style>
  <w:style w:type="character" w:customStyle="1" w:styleId="Aufzhlungszeichen2Zchn">
    <w:name w:val="Aufzählungszeichen 2 Zchn"/>
    <w:basedOn w:val="Absatz-Standardschriftart"/>
    <w:link w:val="Aufzhlungszeichen2"/>
    <w:rsid w:val="004230E9"/>
    <w:rPr>
      <w:rFonts w:ascii="Arial" w:hAnsi="Arial" w:cs="Calibri"/>
      <w:color w:val="000000" w:themeColor="text1"/>
      <w:sz w:val="20"/>
      <w:szCs w:val="22"/>
      <w:lang w:eastAsia="en-US"/>
    </w:rPr>
  </w:style>
  <w:style w:type="character" w:customStyle="1" w:styleId="2EbeneZchn">
    <w:name w:val="2. Ebene Zchn"/>
    <w:basedOn w:val="Aufzhlungszeichen2Zchn"/>
    <w:link w:val="2Ebene"/>
    <w:rsid w:val="009C1810"/>
    <w:rPr>
      <w:rFonts w:ascii="Arial" w:hAnsi="Arial" w:cs="Calibri"/>
      <w:color w:val="000000" w:themeColor="text1"/>
      <w:sz w:val="20"/>
      <w:szCs w:val="22"/>
      <w:lang w:eastAsia="en-US"/>
    </w:rPr>
  </w:style>
  <w:style w:type="paragraph" w:customStyle="1" w:styleId="4Ebene">
    <w:name w:val="4. Ebene"/>
    <w:basedOn w:val="Aufzhlungszeichen4"/>
    <w:link w:val="4EbeneZchn"/>
    <w:qFormat/>
    <w:rsid w:val="004230E9"/>
  </w:style>
  <w:style w:type="character" w:customStyle="1" w:styleId="Aufzhlungszeichen3Zchn">
    <w:name w:val="Aufzählungszeichen 3 Zchn"/>
    <w:basedOn w:val="Absatz-Standardschriftart"/>
    <w:link w:val="Aufzhlungszeichen3"/>
    <w:rsid w:val="004230E9"/>
    <w:rPr>
      <w:rFonts w:ascii="Arial" w:hAnsi="Arial" w:cs="Calibri"/>
      <w:color w:val="000000" w:themeColor="text1"/>
      <w:sz w:val="20"/>
      <w:szCs w:val="22"/>
      <w:lang w:eastAsia="en-US"/>
    </w:rPr>
  </w:style>
  <w:style w:type="character" w:customStyle="1" w:styleId="3EbeneZchn">
    <w:name w:val="3. Ebene Zchn"/>
    <w:basedOn w:val="Aufzhlungszeichen3Zchn"/>
    <w:link w:val="3Ebene"/>
    <w:rsid w:val="009C1810"/>
    <w:rPr>
      <w:rFonts w:ascii="Arial" w:hAnsi="Arial" w:cs="Calibri"/>
      <w:color w:val="000000" w:themeColor="text1"/>
      <w:sz w:val="20"/>
      <w:szCs w:val="22"/>
      <w:lang w:eastAsia="en-US"/>
    </w:rPr>
  </w:style>
  <w:style w:type="character" w:customStyle="1" w:styleId="Aufzhlungszeichen4Zchn">
    <w:name w:val="Aufzählungszeichen 4 Zchn"/>
    <w:basedOn w:val="Absatz-Standardschriftart"/>
    <w:link w:val="Aufzhlungszeichen4"/>
    <w:rsid w:val="004230E9"/>
    <w:rPr>
      <w:rFonts w:ascii="Arial" w:hAnsi="Arial" w:cs="Calibri"/>
      <w:sz w:val="20"/>
      <w:szCs w:val="22"/>
      <w:lang w:eastAsia="en-US"/>
    </w:rPr>
  </w:style>
  <w:style w:type="character" w:customStyle="1" w:styleId="4EbeneZchn">
    <w:name w:val="4. Ebene Zchn"/>
    <w:basedOn w:val="Aufzhlungszeichen4Zchn"/>
    <w:link w:val="4Ebene"/>
    <w:rsid w:val="004230E9"/>
    <w:rPr>
      <w:rFonts w:ascii="Arial" w:hAnsi="Arial" w:cs="Calibri"/>
      <w:sz w:val="20"/>
      <w:szCs w:val="22"/>
      <w:lang w:eastAsia="en-US"/>
    </w:rPr>
  </w:style>
  <w:style w:type="paragraph" w:customStyle="1" w:styleId="Num1">
    <w:name w:val="Num 1"/>
    <w:basedOn w:val="Standard"/>
    <w:autoRedefine/>
    <w:qFormat/>
    <w:rsid w:val="009C1810"/>
    <w:pPr>
      <w:numPr>
        <w:numId w:val="8"/>
      </w:numPr>
      <w:spacing w:after="0"/>
      <w:ind w:left="284" w:hanging="284"/>
    </w:pPr>
  </w:style>
  <w:style w:type="paragraph" w:customStyle="1" w:styleId="Num2">
    <w:name w:val="Num 2"/>
    <w:basedOn w:val="Standard"/>
    <w:qFormat/>
    <w:rsid w:val="009C1810"/>
    <w:pPr>
      <w:numPr>
        <w:numId w:val="9"/>
      </w:numPr>
      <w:spacing w:after="0"/>
      <w:ind w:left="568" w:hanging="284"/>
    </w:pPr>
  </w:style>
  <w:style w:type="paragraph" w:customStyle="1" w:styleId="Num3">
    <w:name w:val="Num 3"/>
    <w:basedOn w:val="Num2"/>
    <w:autoRedefine/>
    <w:qFormat/>
    <w:rsid w:val="009C1810"/>
    <w:pPr>
      <w:numPr>
        <w:numId w:val="10"/>
      </w:numPr>
      <w:ind w:left="851" w:hanging="284"/>
    </w:pPr>
  </w:style>
  <w:style w:type="paragraph" w:customStyle="1" w:styleId="Num4">
    <w:name w:val="Num 4"/>
    <w:basedOn w:val="Num3"/>
    <w:autoRedefine/>
    <w:qFormat/>
    <w:rsid w:val="00D16FAE"/>
    <w:pPr>
      <w:numPr>
        <w:numId w:val="11"/>
      </w:numPr>
      <w:ind w:left="1135" w:hanging="284"/>
    </w:pPr>
  </w:style>
  <w:style w:type="character" w:customStyle="1" w:styleId="DESY-blau">
    <w:name w:val="DESY-blau"/>
    <w:basedOn w:val="Absatz-Standardschriftart"/>
    <w:uiPriority w:val="1"/>
    <w:qFormat/>
    <w:rsid w:val="008B4303"/>
    <w:rPr>
      <w:color w:val="00A6EB"/>
    </w:rPr>
  </w:style>
  <w:style w:type="character" w:customStyle="1" w:styleId="DESY-orange">
    <w:name w:val="DESY-orange"/>
    <w:basedOn w:val="Absatz-Standardschriftart"/>
    <w:uiPriority w:val="1"/>
    <w:qFormat/>
    <w:rsid w:val="008B4303"/>
    <w:rPr>
      <w:color w:val="FEB409"/>
    </w:rPr>
  </w:style>
  <w:style w:type="paragraph" w:customStyle="1" w:styleId="Funote">
    <w:name w:val="Fußnote"/>
    <w:basedOn w:val="Funotentext"/>
    <w:autoRedefine/>
    <w:qFormat/>
    <w:rsid w:val="008D5EC1"/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7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16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55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4all\public\hs\PT-QM-Dokumentation\Dokumentation\3_Kernprozesse\3.1_Projektf&#246;rderung\3.1.5_Projektlaufzeit\3.1.5.14_Zwischennachweis\Vordrucke\V_3.1.5.14.02_Nachverfolgung_Bescheidauf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2896C-79E9-4FFE-94F6-C82017CEA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V_3.1.5.14.02_Nachverfolgung_Bescheidauflage.dotx</Template>
  <TotalTime>0</TotalTime>
  <Pages>2</Pages>
  <Words>207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DESY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nfranz</dc:creator>
  <cp:lastModifiedBy>Franz, Natalia</cp:lastModifiedBy>
  <cp:revision>1</cp:revision>
  <cp:lastPrinted>2018-01-18T09:02:00Z</cp:lastPrinted>
  <dcterms:created xsi:type="dcterms:W3CDTF">2021-01-28T12:38:00Z</dcterms:created>
  <dcterms:modified xsi:type="dcterms:W3CDTF">2021-01-28T12:38:00Z</dcterms:modified>
</cp:coreProperties>
</file>